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DC8" w:rsidRPr="00CA053C" w:rsidRDefault="00397DC8" w:rsidP="00397DC8">
      <w:r w:rsidRPr="00CA053C">
        <w:rPr>
          <w:rFonts w:hint="eastAsia"/>
        </w:rPr>
        <w:t>様式第十六号（第十条の二十二関係）　　　　　　（第１面）</w:t>
      </w:r>
    </w:p>
    <w:p w:rsidR="00397DC8" w:rsidRPr="00CA053C" w:rsidRDefault="00397DC8" w:rsidP="00397DC8">
      <w:pPr>
        <w:rPr>
          <w:rFonts w:ascii="ＭＳ 明朝"/>
          <w:kern w:val="0"/>
          <w:szCs w:val="20"/>
        </w:rPr>
      </w:pPr>
    </w:p>
    <w:tbl>
      <w:tblPr>
        <w:tblW w:w="0" w:type="auto"/>
        <w:tblInd w:w="165" w:type="dxa"/>
        <w:tblLayout w:type="fixed"/>
        <w:tblCellMar>
          <w:left w:w="12" w:type="dxa"/>
          <w:right w:w="12" w:type="dxa"/>
        </w:tblCellMar>
        <w:tblLook w:val="0000" w:firstRow="0" w:lastRow="0" w:firstColumn="0" w:lastColumn="0" w:noHBand="0" w:noVBand="0"/>
      </w:tblPr>
      <w:tblGrid>
        <w:gridCol w:w="3533"/>
        <w:gridCol w:w="6520"/>
      </w:tblGrid>
      <w:tr w:rsidR="00397DC8" w:rsidRPr="00CA053C" w:rsidTr="00DE25D5">
        <w:tblPrEx>
          <w:tblCellMar>
            <w:top w:w="0" w:type="dxa"/>
            <w:bottom w:w="0" w:type="dxa"/>
          </w:tblCellMar>
        </w:tblPrEx>
        <w:trPr>
          <w:cantSplit/>
          <w:trHeight w:hRule="exact" w:val="5425"/>
        </w:trPr>
        <w:tc>
          <w:tcPr>
            <w:tcW w:w="10053" w:type="dxa"/>
            <w:gridSpan w:val="2"/>
            <w:tcBorders>
              <w:top w:val="single" w:sz="4" w:space="0" w:color="auto"/>
              <w:left w:val="single" w:sz="4" w:space="0" w:color="auto"/>
              <w:bottom w:val="single" w:sz="4" w:space="0" w:color="auto"/>
              <w:right w:val="single" w:sz="4" w:space="0" w:color="auto"/>
            </w:tcBorders>
          </w:tcPr>
          <w:p w:rsidR="00397DC8" w:rsidRPr="00CA053C" w:rsidRDefault="00397DC8" w:rsidP="00DE25D5">
            <w:pPr>
              <w:rPr>
                <w:szCs w:val="20"/>
              </w:rPr>
            </w:pPr>
          </w:p>
          <w:p w:rsidR="00397DC8" w:rsidRPr="00CA053C" w:rsidRDefault="00397DC8" w:rsidP="00DE25D5">
            <w:pPr>
              <w:jc w:val="center"/>
              <w:rPr>
                <w:rFonts w:hint="eastAsia"/>
                <w:spacing w:val="-4"/>
                <w:w w:val="200"/>
                <w:szCs w:val="20"/>
              </w:rPr>
            </w:pPr>
            <w:r w:rsidRPr="00397DC8">
              <w:rPr>
                <w:rFonts w:hint="eastAsia"/>
                <w:spacing w:val="-4"/>
                <w:w w:val="200"/>
                <w:kern w:val="0"/>
                <w:szCs w:val="20"/>
                <w:fitText w:val="5460" w:id="1112302848"/>
              </w:rPr>
              <w:t>特</w:t>
            </w:r>
            <w:r w:rsidRPr="00397DC8">
              <w:rPr>
                <w:rFonts w:hint="eastAsia"/>
                <w:w w:val="200"/>
                <w:kern w:val="0"/>
                <w:szCs w:val="20"/>
                <w:fitText w:val="5460" w:id="1112302848"/>
              </w:rPr>
              <w:t>別管理産業廃棄物処理業の</w:t>
            </w:r>
          </w:p>
          <w:p w:rsidR="00397DC8" w:rsidRPr="00CA053C" w:rsidRDefault="00397DC8" w:rsidP="00DE25D5">
            <w:pPr>
              <w:jc w:val="center"/>
              <w:rPr>
                <w:szCs w:val="20"/>
              </w:rPr>
            </w:pPr>
            <w:r w:rsidRPr="00397DC8">
              <w:rPr>
                <w:rFonts w:hint="eastAsia"/>
                <w:spacing w:val="42"/>
                <w:w w:val="200"/>
                <w:kern w:val="0"/>
                <w:szCs w:val="20"/>
                <w:fitText w:val="5460" w:id="1112302849"/>
              </w:rPr>
              <w:t>事業範囲変更許可申請</w:t>
            </w:r>
            <w:r w:rsidRPr="00397DC8">
              <w:rPr>
                <w:rFonts w:hint="eastAsia"/>
                <w:w w:val="200"/>
                <w:kern w:val="0"/>
                <w:szCs w:val="20"/>
                <w:fitText w:val="5460" w:id="1112302849"/>
              </w:rPr>
              <w:t>書</w:t>
            </w:r>
          </w:p>
          <w:p w:rsidR="00397DC8" w:rsidRPr="00CA053C" w:rsidRDefault="00397DC8" w:rsidP="00DE25D5">
            <w:pPr>
              <w:rPr>
                <w:rFonts w:hint="eastAsia"/>
                <w:szCs w:val="20"/>
              </w:rPr>
            </w:pPr>
          </w:p>
          <w:p w:rsidR="00397DC8" w:rsidRPr="00CA053C" w:rsidRDefault="00397DC8" w:rsidP="00DE25D5">
            <w:pPr>
              <w:rPr>
                <w:rFonts w:hint="eastAsia"/>
                <w:szCs w:val="20"/>
              </w:rPr>
            </w:pPr>
            <w:r w:rsidRPr="00CA053C">
              <w:rPr>
                <w:spacing w:val="-4"/>
                <w:szCs w:val="20"/>
              </w:rPr>
              <w:t xml:space="preserve"> </w:t>
            </w:r>
            <w:r w:rsidRPr="00CA053C">
              <w:rPr>
                <w:rFonts w:hint="eastAsia"/>
                <w:spacing w:val="-4"/>
                <w:szCs w:val="20"/>
              </w:rPr>
              <w:t xml:space="preserve">　　　　　</w:t>
            </w:r>
            <w:r w:rsidR="00FC1785">
              <w:rPr>
                <w:rFonts w:hint="eastAsia"/>
                <w:spacing w:val="-4"/>
                <w:szCs w:val="20"/>
              </w:rPr>
              <w:t xml:space="preserve">　　　　　　　　　　　　　　　　　　　　　　　　　　　　　　　　</w:t>
            </w:r>
            <w:bookmarkStart w:id="0" w:name="_GoBack"/>
            <w:bookmarkEnd w:id="0"/>
            <w:r w:rsidRPr="00CA053C">
              <w:rPr>
                <w:rFonts w:hint="eastAsia"/>
                <w:spacing w:val="-4"/>
                <w:szCs w:val="20"/>
              </w:rPr>
              <w:t xml:space="preserve">　　年　　月　　日</w:t>
            </w:r>
          </w:p>
          <w:p w:rsidR="00FC1785" w:rsidRDefault="00075A8E" w:rsidP="00DE25D5">
            <w:pPr>
              <w:rPr>
                <w:spacing w:val="-4"/>
                <w:sz w:val="22"/>
                <w:szCs w:val="20"/>
              </w:rPr>
            </w:pPr>
            <w:r>
              <w:rPr>
                <w:rFonts w:hint="eastAsia"/>
                <w:spacing w:val="-4"/>
                <w:sz w:val="22"/>
                <w:szCs w:val="20"/>
              </w:rPr>
              <w:t xml:space="preserve">　　</w:t>
            </w:r>
          </w:p>
          <w:p w:rsidR="00397DC8" w:rsidRPr="00CA053C" w:rsidRDefault="00075A8E" w:rsidP="00DE25D5">
            <w:pPr>
              <w:rPr>
                <w:szCs w:val="20"/>
              </w:rPr>
            </w:pPr>
            <w:r>
              <w:rPr>
                <w:spacing w:val="-4"/>
                <w:sz w:val="22"/>
                <w:szCs w:val="20"/>
              </w:rPr>
              <w:t xml:space="preserve"> </w:t>
            </w:r>
            <w:r>
              <w:rPr>
                <w:rFonts w:hint="eastAsia"/>
                <w:spacing w:val="-4"/>
                <w:sz w:val="22"/>
                <w:szCs w:val="20"/>
              </w:rPr>
              <w:t>神　戸　市　長</w:t>
            </w:r>
            <w:r w:rsidRPr="00362B57">
              <w:rPr>
                <w:rFonts w:hint="eastAsia"/>
                <w:spacing w:val="-4"/>
                <w:sz w:val="22"/>
                <w:szCs w:val="20"/>
              </w:rPr>
              <w:t xml:space="preserve">　　　　　様</w:t>
            </w:r>
          </w:p>
          <w:p w:rsidR="00397DC8" w:rsidRDefault="00397DC8" w:rsidP="00DE25D5">
            <w:pPr>
              <w:rPr>
                <w:szCs w:val="20"/>
              </w:rPr>
            </w:pPr>
          </w:p>
          <w:p w:rsidR="00FC1785" w:rsidRPr="00FC1785" w:rsidRDefault="00FC1785" w:rsidP="00DE25D5">
            <w:pPr>
              <w:rPr>
                <w:rFonts w:hint="eastAsia"/>
                <w:szCs w:val="20"/>
              </w:rPr>
            </w:pPr>
          </w:p>
          <w:p w:rsidR="00397DC8" w:rsidRPr="00477730" w:rsidRDefault="00397DC8" w:rsidP="00DE25D5">
            <w:pPr>
              <w:rPr>
                <w:rFonts w:hint="eastAsia"/>
                <w:spacing w:val="-4"/>
                <w:szCs w:val="20"/>
              </w:rPr>
            </w:pPr>
            <w:r w:rsidRPr="00CA053C">
              <w:rPr>
                <w:spacing w:val="-4"/>
                <w:szCs w:val="20"/>
              </w:rPr>
              <w:t xml:space="preserve"> </w:t>
            </w:r>
            <w:r w:rsidRPr="00CA053C">
              <w:rPr>
                <w:rFonts w:hint="eastAsia"/>
                <w:spacing w:val="-4"/>
                <w:szCs w:val="20"/>
              </w:rPr>
              <w:t xml:space="preserve">　　　　　　　　　　　　　　　　　　　　申請者</w:t>
            </w:r>
            <w:r>
              <w:rPr>
                <w:rFonts w:hint="eastAsia"/>
                <w:spacing w:val="-4"/>
                <w:szCs w:val="20"/>
              </w:rPr>
              <w:t xml:space="preserve">　</w:t>
            </w:r>
            <w:r w:rsidRPr="00477730">
              <w:rPr>
                <w:rFonts w:hint="eastAsia"/>
                <w:spacing w:val="-4"/>
                <w:szCs w:val="20"/>
              </w:rPr>
              <w:t>〒</w:t>
            </w:r>
          </w:p>
          <w:p w:rsidR="00397DC8" w:rsidRPr="00477730" w:rsidRDefault="00397DC8" w:rsidP="00DE25D5">
            <w:pPr>
              <w:rPr>
                <w:rFonts w:hint="eastAsia"/>
                <w:szCs w:val="20"/>
              </w:rPr>
            </w:pPr>
            <w:r w:rsidRPr="00477730">
              <w:rPr>
                <w:spacing w:val="-4"/>
                <w:szCs w:val="20"/>
              </w:rPr>
              <w:t xml:space="preserve"> </w:t>
            </w:r>
            <w:r w:rsidRPr="00477730">
              <w:rPr>
                <w:rFonts w:hint="eastAsia"/>
                <w:spacing w:val="-4"/>
                <w:szCs w:val="20"/>
              </w:rPr>
              <w:t xml:space="preserve">　　　　　　　　　　　　　　　　　　　　　住　所</w:t>
            </w:r>
          </w:p>
          <w:p w:rsidR="00397DC8" w:rsidRPr="00CA053C" w:rsidRDefault="00397DC8" w:rsidP="00DE25D5">
            <w:pPr>
              <w:tabs>
                <w:tab w:val="left" w:pos="4350"/>
              </w:tabs>
              <w:rPr>
                <w:rFonts w:hint="eastAsia"/>
                <w:szCs w:val="20"/>
              </w:rPr>
            </w:pPr>
            <w:r w:rsidRPr="00477730">
              <w:rPr>
                <w:szCs w:val="20"/>
              </w:rPr>
              <w:tab/>
            </w:r>
            <w:r w:rsidRPr="00477730">
              <w:rPr>
                <w:rFonts w:hint="eastAsia"/>
                <w:w w:val="66"/>
                <w:sz w:val="22"/>
                <w:szCs w:val="20"/>
              </w:rPr>
              <w:t>フリガナ</w:t>
            </w:r>
          </w:p>
          <w:p w:rsidR="00397DC8" w:rsidRPr="00CA053C" w:rsidRDefault="00397DC8" w:rsidP="00DE25D5">
            <w:pPr>
              <w:rPr>
                <w:rFonts w:hint="eastAsia"/>
                <w:szCs w:val="20"/>
              </w:rPr>
            </w:pPr>
            <w:r w:rsidRPr="00CA053C">
              <w:rPr>
                <w:spacing w:val="-4"/>
                <w:szCs w:val="20"/>
              </w:rPr>
              <w:t xml:space="preserve"> </w:t>
            </w:r>
            <w:r w:rsidRPr="00CA053C">
              <w:rPr>
                <w:rFonts w:hint="eastAsia"/>
                <w:spacing w:val="-4"/>
                <w:szCs w:val="20"/>
              </w:rPr>
              <w:t xml:space="preserve">　　　　　　　　　　　　　　　　　　　　　氏　名</w:t>
            </w:r>
          </w:p>
          <w:p w:rsidR="00397DC8" w:rsidRPr="00CA053C" w:rsidRDefault="00397DC8" w:rsidP="00DE25D5">
            <w:pPr>
              <w:rPr>
                <w:rFonts w:hint="eastAsia"/>
                <w:szCs w:val="20"/>
              </w:rPr>
            </w:pPr>
            <w:r w:rsidRPr="00CA053C">
              <w:rPr>
                <w:spacing w:val="-4"/>
                <w:szCs w:val="20"/>
              </w:rPr>
              <w:t xml:space="preserve">   </w:t>
            </w:r>
            <w:r w:rsidRPr="00CA053C">
              <w:rPr>
                <w:rFonts w:hint="eastAsia"/>
                <w:spacing w:val="-4"/>
                <w:szCs w:val="20"/>
              </w:rPr>
              <w:t xml:space="preserve">　　　　　　　　　　　　　　　　　　　　（法人にあっては、名称及び代表者の氏名）</w:t>
            </w:r>
          </w:p>
          <w:p w:rsidR="00397DC8" w:rsidRPr="00CA053C" w:rsidRDefault="00397DC8" w:rsidP="00DE25D5">
            <w:pPr>
              <w:rPr>
                <w:rFonts w:hint="eastAsia"/>
                <w:szCs w:val="20"/>
              </w:rPr>
            </w:pPr>
            <w:r w:rsidRPr="00CA053C">
              <w:rPr>
                <w:spacing w:val="-4"/>
                <w:szCs w:val="20"/>
              </w:rPr>
              <w:t xml:space="preserve"> </w:t>
            </w:r>
            <w:r w:rsidRPr="00CA053C">
              <w:rPr>
                <w:rFonts w:hint="eastAsia"/>
                <w:spacing w:val="-4"/>
                <w:szCs w:val="20"/>
              </w:rPr>
              <w:t xml:space="preserve">　　　　　　　　　　　　　　　　　　　　　電話番号</w:t>
            </w:r>
          </w:p>
          <w:p w:rsidR="00FC1785" w:rsidRDefault="00397DC8" w:rsidP="00FC1785">
            <w:pPr>
              <w:rPr>
                <w:spacing w:val="-4"/>
                <w:szCs w:val="20"/>
              </w:rPr>
            </w:pPr>
            <w:r w:rsidRPr="00CA053C">
              <w:rPr>
                <w:spacing w:val="-4"/>
                <w:szCs w:val="20"/>
              </w:rPr>
              <w:t xml:space="preserve"> </w:t>
            </w:r>
            <w:r w:rsidRPr="00CA053C">
              <w:rPr>
                <w:rFonts w:hint="eastAsia"/>
                <w:spacing w:val="-4"/>
                <w:szCs w:val="20"/>
              </w:rPr>
              <w:t xml:space="preserve">　　　　　　　　　　　　　　　　　　　　　　　　　　　　　　　　　　　　　</w:t>
            </w:r>
            <w:r w:rsidRPr="00CA053C">
              <w:rPr>
                <w:spacing w:val="-4"/>
                <w:szCs w:val="20"/>
              </w:rPr>
              <w:t xml:space="preserve">  </w:t>
            </w:r>
            <w:r w:rsidRPr="00CA053C">
              <w:rPr>
                <w:rFonts w:hint="eastAsia"/>
                <w:spacing w:val="-4"/>
                <w:szCs w:val="20"/>
              </w:rPr>
              <w:t xml:space="preserve">　　　</w:t>
            </w:r>
            <w:r w:rsidRPr="00CA053C">
              <w:rPr>
                <w:spacing w:val="-4"/>
                <w:szCs w:val="20"/>
              </w:rPr>
              <w:t xml:space="preserve"> </w:t>
            </w:r>
            <w:r w:rsidRPr="00CA053C">
              <w:rPr>
                <w:rFonts w:hint="eastAsia"/>
                <w:spacing w:val="-4"/>
                <w:szCs w:val="20"/>
              </w:rPr>
              <w:t xml:space="preserve">　</w:t>
            </w:r>
          </w:p>
          <w:p w:rsidR="00397DC8" w:rsidRPr="00FC1785" w:rsidRDefault="00397DC8" w:rsidP="00FC1785">
            <w:pPr>
              <w:ind w:firstLineChars="100" w:firstLine="202"/>
              <w:rPr>
                <w:rFonts w:ascii="ＭＳ 明朝" w:hAnsi="ＭＳ 明朝" w:hint="eastAsia"/>
              </w:rPr>
            </w:pPr>
            <w:r w:rsidRPr="00FC1785">
              <w:rPr>
                <w:rFonts w:ascii="ＭＳ 明朝" w:hAnsi="ＭＳ 明朝" w:hint="eastAsia"/>
                <w:spacing w:val="-4"/>
                <w:szCs w:val="20"/>
              </w:rPr>
              <w:t>廃棄物の処理及び清掃に関する法律第</w:t>
            </w:r>
            <w:r w:rsidRPr="00FC1785">
              <w:rPr>
                <w:rFonts w:ascii="ＭＳ 明朝" w:hAnsi="ＭＳ 明朝"/>
                <w:spacing w:val="-4"/>
                <w:szCs w:val="20"/>
              </w:rPr>
              <w:t>14</w:t>
            </w:r>
            <w:r w:rsidRPr="00FC1785">
              <w:rPr>
                <w:rFonts w:ascii="ＭＳ 明朝" w:hAnsi="ＭＳ 明朝" w:hint="eastAsia"/>
                <w:spacing w:val="-4"/>
                <w:szCs w:val="20"/>
              </w:rPr>
              <w:t>条の５第１項の規定により、</w:t>
            </w:r>
            <w:r w:rsidR="00FC1785" w:rsidRPr="00FC1785">
              <w:rPr>
                <w:rFonts w:ascii="ＭＳ 明朝" w:hAnsi="ＭＳ 明朝" w:hint="eastAsia"/>
                <w:spacing w:val="-4"/>
                <w:szCs w:val="20"/>
              </w:rPr>
              <w:t>特別管理産業廃棄物収集運搬業の</w:t>
            </w:r>
            <w:r w:rsidRPr="00FC1785">
              <w:rPr>
                <w:rFonts w:ascii="ＭＳ 明朝" w:hAnsi="ＭＳ 明朝" w:hint="eastAsia"/>
                <w:spacing w:val="-4"/>
                <w:szCs w:val="20"/>
              </w:rPr>
              <w:t>事業範囲の変更の許可を受けたいので、関係書類及び図面を添えて申請します。</w:t>
            </w:r>
          </w:p>
        </w:tc>
      </w:tr>
      <w:tr w:rsidR="00397DC8" w:rsidRPr="00CA053C" w:rsidTr="00DE25D5">
        <w:tblPrEx>
          <w:tblCellMar>
            <w:top w:w="0" w:type="dxa"/>
            <w:bottom w:w="0" w:type="dxa"/>
          </w:tblCellMar>
        </w:tblPrEx>
        <w:trPr>
          <w:cantSplit/>
          <w:trHeight w:hRule="exact" w:val="581"/>
        </w:trPr>
        <w:tc>
          <w:tcPr>
            <w:tcW w:w="3533" w:type="dxa"/>
            <w:tcBorders>
              <w:top w:val="nil"/>
              <w:left w:val="single" w:sz="4" w:space="0" w:color="auto"/>
              <w:bottom w:val="single" w:sz="4" w:space="0" w:color="auto"/>
              <w:right w:val="single" w:sz="4" w:space="0" w:color="auto"/>
            </w:tcBorders>
            <w:vAlign w:val="center"/>
          </w:tcPr>
          <w:p w:rsidR="00397DC8" w:rsidRPr="00CA053C" w:rsidRDefault="00397DC8" w:rsidP="00DE25D5">
            <w:r w:rsidRPr="00CA053C">
              <w:rPr>
                <w:spacing w:val="-4"/>
                <w:szCs w:val="20"/>
              </w:rPr>
              <w:t xml:space="preserve"> </w:t>
            </w:r>
            <w:r w:rsidRPr="00397DC8">
              <w:rPr>
                <w:rFonts w:hint="eastAsia"/>
                <w:spacing w:val="15"/>
                <w:kern w:val="0"/>
                <w:szCs w:val="20"/>
                <w:fitText w:val="3045" w:id="1112302852"/>
              </w:rPr>
              <w:t>許可の年月日及び許可番</w:t>
            </w:r>
            <w:r w:rsidRPr="00397DC8">
              <w:rPr>
                <w:rFonts w:hint="eastAsia"/>
                <w:spacing w:val="97"/>
                <w:kern w:val="0"/>
                <w:szCs w:val="20"/>
                <w:fitText w:val="3045" w:id="1112302852"/>
              </w:rPr>
              <w:t>号</w:t>
            </w:r>
          </w:p>
        </w:tc>
        <w:tc>
          <w:tcPr>
            <w:tcW w:w="6520" w:type="dxa"/>
            <w:tcBorders>
              <w:top w:val="nil"/>
              <w:left w:val="nil"/>
              <w:bottom w:val="single" w:sz="4" w:space="0" w:color="auto"/>
              <w:right w:val="single" w:sz="4" w:space="0" w:color="auto"/>
            </w:tcBorders>
            <w:vAlign w:val="center"/>
          </w:tcPr>
          <w:p w:rsidR="00397DC8" w:rsidRPr="00CA053C" w:rsidRDefault="00397DC8" w:rsidP="00DE25D5">
            <w:pPr>
              <w:wordWrap w:val="0"/>
              <w:jc w:val="right"/>
            </w:pPr>
            <w:r w:rsidRPr="00CA053C">
              <w:rPr>
                <w:spacing w:val="-4"/>
                <w:szCs w:val="20"/>
              </w:rPr>
              <w:t xml:space="preserve"> </w:t>
            </w:r>
            <w:r w:rsidRPr="00CA053C">
              <w:rPr>
                <w:rFonts w:hint="eastAsia"/>
                <w:spacing w:val="-4"/>
                <w:szCs w:val="20"/>
              </w:rPr>
              <w:t xml:space="preserve">　　　　　年　　　月　　　日　　　第　　　　　　　　　号　</w:t>
            </w:r>
          </w:p>
        </w:tc>
      </w:tr>
      <w:tr w:rsidR="00397DC8" w:rsidRPr="00CA053C" w:rsidTr="00DE25D5">
        <w:tblPrEx>
          <w:tblCellMar>
            <w:top w:w="0" w:type="dxa"/>
            <w:bottom w:w="0" w:type="dxa"/>
          </w:tblCellMar>
        </w:tblPrEx>
        <w:trPr>
          <w:cantSplit/>
          <w:trHeight w:hRule="exact" w:val="768"/>
        </w:trPr>
        <w:tc>
          <w:tcPr>
            <w:tcW w:w="3533" w:type="dxa"/>
            <w:tcBorders>
              <w:top w:val="nil"/>
              <w:left w:val="single" w:sz="4" w:space="0" w:color="auto"/>
              <w:bottom w:val="single" w:sz="4" w:space="0" w:color="auto"/>
              <w:right w:val="single" w:sz="4" w:space="0" w:color="auto"/>
            </w:tcBorders>
            <w:vAlign w:val="center"/>
          </w:tcPr>
          <w:p w:rsidR="00397DC8" w:rsidRPr="00CA053C" w:rsidRDefault="00397DC8" w:rsidP="00DE25D5">
            <w:r w:rsidRPr="00CA053C">
              <w:rPr>
                <w:spacing w:val="-4"/>
                <w:szCs w:val="20"/>
              </w:rPr>
              <w:t xml:space="preserve"> </w:t>
            </w:r>
            <w:r w:rsidRPr="00397DC8">
              <w:rPr>
                <w:rFonts w:hint="eastAsia"/>
                <w:spacing w:val="15"/>
                <w:kern w:val="0"/>
                <w:szCs w:val="20"/>
                <w:fitText w:val="3045" w:id="1112302853"/>
              </w:rPr>
              <w:t>収集運搬業・処分業の区</w:t>
            </w:r>
            <w:r w:rsidRPr="00397DC8">
              <w:rPr>
                <w:rFonts w:hint="eastAsia"/>
                <w:spacing w:val="97"/>
                <w:kern w:val="0"/>
                <w:szCs w:val="20"/>
                <w:fitText w:val="3045" w:id="1112302853"/>
              </w:rPr>
              <w:t>分</w:t>
            </w:r>
          </w:p>
        </w:tc>
        <w:tc>
          <w:tcPr>
            <w:tcW w:w="6520" w:type="dxa"/>
            <w:tcBorders>
              <w:top w:val="nil"/>
              <w:left w:val="nil"/>
              <w:bottom w:val="single" w:sz="4" w:space="0" w:color="auto"/>
              <w:right w:val="single" w:sz="4" w:space="0" w:color="auto"/>
            </w:tcBorders>
            <w:vAlign w:val="center"/>
          </w:tcPr>
          <w:p w:rsidR="00397DC8" w:rsidRPr="00CA053C" w:rsidRDefault="00397DC8" w:rsidP="00DE25D5"/>
        </w:tc>
      </w:tr>
      <w:tr w:rsidR="00397DC8" w:rsidRPr="00CA053C" w:rsidTr="00DE25D5">
        <w:tblPrEx>
          <w:tblCellMar>
            <w:top w:w="0" w:type="dxa"/>
            <w:bottom w:w="0" w:type="dxa"/>
          </w:tblCellMar>
        </w:tblPrEx>
        <w:trPr>
          <w:cantSplit/>
          <w:trHeight w:hRule="exact" w:val="2036"/>
        </w:trPr>
        <w:tc>
          <w:tcPr>
            <w:tcW w:w="3533" w:type="dxa"/>
            <w:tcBorders>
              <w:top w:val="nil"/>
              <w:left w:val="single" w:sz="4" w:space="0" w:color="auto"/>
              <w:bottom w:val="single" w:sz="4" w:space="0" w:color="auto"/>
              <w:right w:val="single" w:sz="4" w:space="0" w:color="auto"/>
            </w:tcBorders>
            <w:vAlign w:val="center"/>
          </w:tcPr>
          <w:p w:rsidR="00397DC8" w:rsidRPr="00CA053C" w:rsidRDefault="00397DC8" w:rsidP="00DE25D5">
            <w:pPr>
              <w:ind w:leftChars="55" w:left="115" w:rightChars="61" w:right="128" w:firstLine="2"/>
            </w:pPr>
            <w:r w:rsidRPr="00CA053C">
              <w:rPr>
                <w:rFonts w:hint="eastAsia"/>
                <w:spacing w:val="-4"/>
                <w:szCs w:val="20"/>
              </w:rPr>
              <w:t>許可に係る事業の範囲（収集運搬</w:t>
            </w:r>
            <w:r w:rsidRPr="00CA053C">
              <w:rPr>
                <w:spacing w:val="-4"/>
                <w:szCs w:val="20"/>
              </w:rPr>
              <w:t xml:space="preserve"> </w:t>
            </w:r>
            <w:r w:rsidRPr="00CA053C">
              <w:rPr>
                <w:rFonts w:hint="eastAsia"/>
                <w:spacing w:val="-4"/>
                <w:szCs w:val="20"/>
              </w:rPr>
              <w:t>業にあっては、取り扱う特別管理産業廃棄物の種類及び積替え又は保管を行うかどうか、処分業にあっては、処分の方法ごとに区分して取り扱う特別管理産業廃棄物の種類を記載すること。）</w:t>
            </w:r>
          </w:p>
        </w:tc>
        <w:tc>
          <w:tcPr>
            <w:tcW w:w="6520" w:type="dxa"/>
            <w:tcBorders>
              <w:top w:val="nil"/>
              <w:left w:val="nil"/>
              <w:bottom w:val="single" w:sz="4" w:space="0" w:color="auto"/>
              <w:right w:val="single" w:sz="4" w:space="0" w:color="auto"/>
            </w:tcBorders>
            <w:vAlign w:val="center"/>
          </w:tcPr>
          <w:p w:rsidR="00397DC8" w:rsidRPr="00CA053C" w:rsidRDefault="00397DC8" w:rsidP="00DE25D5"/>
        </w:tc>
      </w:tr>
      <w:tr w:rsidR="00397DC8" w:rsidRPr="00CA053C" w:rsidTr="00DE25D5">
        <w:tblPrEx>
          <w:tblCellMar>
            <w:top w:w="0" w:type="dxa"/>
            <w:bottom w:w="0" w:type="dxa"/>
          </w:tblCellMar>
        </w:tblPrEx>
        <w:trPr>
          <w:cantSplit/>
          <w:trHeight w:hRule="exact" w:val="858"/>
        </w:trPr>
        <w:tc>
          <w:tcPr>
            <w:tcW w:w="3533" w:type="dxa"/>
            <w:tcBorders>
              <w:top w:val="nil"/>
              <w:left w:val="single" w:sz="4" w:space="0" w:color="auto"/>
              <w:bottom w:val="single" w:sz="4" w:space="0" w:color="auto"/>
              <w:right w:val="single" w:sz="4" w:space="0" w:color="auto"/>
            </w:tcBorders>
            <w:vAlign w:val="center"/>
          </w:tcPr>
          <w:p w:rsidR="00397DC8" w:rsidRPr="00CA053C" w:rsidRDefault="00397DC8" w:rsidP="00DE25D5">
            <w:r w:rsidRPr="00CA053C">
              <w:rPr>
                <w:spacing w:val="-4"/>
                <w:szCs w:val="20"/>
              </w:rPr>
              <w:t xml:space="preserve"> </w:t>
            </w:r>
            <w:r w:rsidRPr="00397DC8">
              <w:rPr>
                <w:rFonts w:hint="eastAsia"/>
                <w:spacing w:val="249"/>
                <w:kern w:val="0"/>
                <w:szCs w:val="20"/>
                <w:fitText w:val="3045" w:id="1112302854"/>
              </w:rPr>
              <w:t>変更の内</w:t>
            </w:r>
            <w:r w:rsidRPr="00397DC8">
              <w:rPr>
                <w:rFonts w:hint="eastAsia"/>
                <w:spacing w:val="2"/>
                <w:kern w:val="0"/>
                <w:szCs w:val="20"/>
                <w:fitText w:val="3045" w:id="1112302854"/>
              </w:rPr>
              <w:t>容</w:t>
            </w:r>
          </w:p>
        </w:tc>
        <w:tc>
          <w:tcPr>
            <w:tcW w:w="6520" w:type="dxa"/>
            <w:tcBorders>
              <w:top w:val="nil"/>
              <w:left w:val="nil"/>
              <w:bottom w:val="single" w:sz="4" w:space="0" w:color="auto"/>
              <w:right w:val="single" w:sz="4" w:space="0" w:color="auto"/>
            </w:tcBorders>
            <w:vAlign w:val="center"/>
          </w:tcPr>
          <w:p w:rsidR="00397DC8" w:rsidRPr="00CA053C" w:rsidRDefault="00397DC8" w:rsidP="00DE25D5"/>
        </w:tc>
      </w:tr>
      <w:tr w:rsidR="00397DC8" w:rsidRPr="00CA053C" w:rsidTr="00DE25D5">
        <w:tblPrEx>
          <w:tblCellMar>
            <w:top w:w="0" w:type="dxa"/>
            <w:bottom w:w="0" w:type="dxa"/>
          </w:tblCellMar>
        </w:tblPrEx>
        <w:trPr>
          <w:cantSplit/>
          <w:trHeight w:hRule="exact" w:val="811"/>
        </w:trPr>
        <w:tc>
          <w:tcPr>
            <w:tcW w:w="3533" w:type="dxa"/>
            <w:tcBorders>
              <w:top w:val="nil"/>
              <w:left w:val="single" w:sz="4" w:space="0" w:color="auto"/>
              <w:bottom w:val="single" w:sz="4" w:space="0" w:color="auto"/>
              <w:right w:val="single" w:sz="4" w:space="0" w:color="auto"/>
            </w:tcBorders>
            <w:vAlign w:val="center"/>
          </w:tcPr>
          <w:p w:rsidR="00397DC8" w:rsidRPr="00CA053C" w:rsidRDefault="00397DC8" w:rsidP="00DE25D5">
            <w:r w:rsidRPr="00CA053C">
              <w:rPr>
                <w:spacing w:val="-4"/>
                <w:szCs w:val="20"/>
              </w:rPr>
              <w:t xml:space="preserve"> </w:t>
            </w:r>
            <w:r w:rsidRPr="00397DC8">
              <w:rPr>
                <w:rFonts w:hint="eastAsia"/>
                <w:spacing w:val="360"/>
                <w:kern w:val="0"/>
                <w:szCs w:val="20"/>
                <w:fitText w:val="3045" w:id="1112302855"/>
              </w:rPr>
              <w:t>変更理</w:t>
            </w:r>
            <w:r w:rsidRPr="00397DC8">
              <w:rPr>
                <w:rFonts w:hint="eastAsia"/>
                <w:spacing w:val="22"/>
                <w:kern w:val="0"/>
                <w:szCs w:val="20"/>
                <w:fitText w:val="3045" w:id="1112302855"/>
              </w:rPr>
              <w:t>由</w:t>
            </w:r>
          </w:p>
        </w:tc>
        <w:tc>
          <w:tcPr>
            <w:tcW w:w="6520" w:type="dxa"/>
            <w:tcBorders>
              <w:top w:val="nil"/>
              <w:left w:val="nil"/>
              <w:bottom w:val="single" w:sz="4" w:space="0" w:color="auto"/>
              <w:right w:val="single" w:sz="4" w:space="0" w:color="auto"/>
            </w:tcBorders>
            <w:vAlign w:val="center"/>
          </w:tcPr>
          <w:p w:rsidR="00397DC8" w:rsidRPr="00CA053C" w:rsidRDefault="00397DC8" w:rsidP="00DE25D5"/>
        </w:tc>
      </w:tr>
      <w:tr w:rsidR="00397DC8" w:rsidRPr="00CA053C" w:rsidTr="00DE25D5">
        <w:tblPrEx>
          <w:tblCellMar>
            <w:top w:w="0" w:type="dxa"/>
            <w:bottom w:w="0" w:type="dxa"/>
          </w:tblCellMar>
        </w:tblPrEx>
        <w:trPr>
          <w:cantSplit/>
          <w:trHeight w:hRule="exact" w:val="1720"/>
        </w:trPr>
        <w:tc>
          <w:tcPr>
            <w:tcW w:w="3533" w:type="dxa"/>
            <w:tcBorders>
              <w:top w:val="nil"/>
              <w:left w:val="single" w:sz="4" w:space="0" w:color="auto"/>
              <w:bottom w:val="single" w:sz="4" w:space="0" w:color="auto"/>
              <w:right w:val="single" w:sz="4" w:space="0" w:color="auto"/>
            </w:tcBorders>
            <w:vAlign w:val="center"/>
          </w:tcPr>
          <w:p w:rsidR="00397DC8" w:rsidRPr="00CA053C" w:rsidRDefault="00397DC8" w:rsidP="00DE25D5">
            <w:pPr>
              <w:ind w:leftChars="55" w:left="115" w:rightChars="61" w:right="128"/>
            </w:pPr>
            <w:r w:rsidRPr="00CA053C">
              <w:rPr>
                <w:rFonts w:hint="eastAsia"/>
                <w:spacing w:val="-4"/>
                <w:szCs w:val="20"/>
              </w:rPr>
              <w:t>変更に係る事業の用に供する施設の種類、数量、設置場所、設置年</w:t>
            </w:r>
            <w:r w:rsidRPr="00CA053C">
              <w:rPr>
                <w:spacing w:val="-4"/>
                <w:szCs w:val="20"/>
              </w:rPr>
              <w:t xml:space="preserve"> </w:t>
            </w:r>
            <w:r w:rsidRPr="00CA053C">
              <w:rPr>
                <w:rFonts w:hint="eastAsia"/>
                <w:spacing w:val="-4"/>
                <w:szCs w:val="20"/>
              </w:rPr>
              <w:t>月日、処理能力、許可年月日及び</w:t>
            </w:r>
            <w:r w:rsidRPr="00CA053C">
              <w:rPr>
                <w:spacing w:val="-4"/>
                <w:szCs w:val="20"/>
              </w:rPr>
              <w:t xml:space="preserve"> </w:t>
            </w:r>
            <w:r w:rsidRPr="00CA053C">
              <w:rPr>
                <w:rFonts w:hint="eastAsia"/>
                <w:spacing w:val="-4"/>
                <w:szCs w:val="20"/>
              </w:rPr>
              <w:t>許可番号（産業廃棄物処理施設の</w:t>
            </w:r>
            <w:r w:rsidRPr="00CA053C">
              <w:rPr>
                <w:spacing w:val="-4"/>
                <w:szCs w:val="20"/>
              </w:rPr>
              <w:t xml:space="preserve"> </w:t>
            </w:r>
            <w:r w:rsidRPr="00CA053C">
              <w:rPr>
                <w:rFonts w:hint="eastAsia"/>
                <w:spacing w:val="-4"/>
                <w:szCs w:val="20"/>
              </w:rPr>
              <w:t>設置の許可を受けている場合に限る。）</w:t>
            </w:r>
          </w:p>
        </w:tc>
        <w:tc>
          <w:tcPr>
            <w:tcW w:w="6520" w:type="dxa"/>
            <w:tcBorders>
              <w:top w:val="nil"/>
              <w:left w:val="nil"/>
              <w:bottom w:val="single" w:sz="4" w:space="0" w:color="auto"/>
              <w:right w:val="single" w:sz="4" w:space="0" w:color="auto"/>
            </w:tcBorders>
          </w:tcPr>
          <w:p w:rsidR="00397DC8" w:rsidRPr="00CA053C" w:rsidRDefault="00397DC8" w:rsidP="00DE25D5"/>
        </w:tc>
      </w:tr>
      <w:tr w:rsidR="00397DC8" w:rsidRPr="00CA053C" w:rsidTr="00DE25D5">
        <w:tblPrEx>
          <w:tblCellMar>
            <w:top w:w="0" w:type="dxa"/>
            <w:bottom w:w="0" w:type="dxa"/>
          </w:tblCellMar>
        </w:tblPrEx>
        <w:trPr>
          <w:cantSplit/>
          <w:trHeight w:hRule="exact" w:val="807"/>
        </w:trPr>
        <w:tc>
          <w:tcPr>
            <w:tcW w:w="3533" w:type="dxa"/>
            <w:tcBorders>
              <w:top w:val="nil"/>
              <w:left w:val="single" w:sz="4" w:space="0" w:color="auto"/>
              <w:bottom w:val="single" w:sz="4" w:space="0" w:color="auto"/>
              <w:right w:val="single" w:sz="4" w:space="0" w:color="auto"/>
            </w:tcBorders>
            <w:vAlign w:val="center"/>
          </w:tcPr>
          <w:p w:rsidR="00397DC8" w:rsidRPr="00CA053C" w:rsidRDefault="00397DC8" w:rsidP="00DE25D5">
            <w:pPr>
              <w:ind w:leftChars="55" w:left="115" w:rightChars="61" w:right="128"/>
            </w:pPr>
            <w:r w:rsidRPr="00CA053C">
              <w:rPr>
                <w:rFonts w:hint="eastAsia"/>
                <w:spacing w:val="-4"/>
                <w:szCs w:val="20"/>
              </w:rPr>
              <w:t>変更に係る事業の用に供する施設の処理方式、構造及び設備の概要</w:t>
            </w:r>
          </w:p>
        </w:tc>
        <w:tc>
          <w:tcPr>
            <w:tcW w:w="6520" w:type="dxa"/>
            <w:tcBorders>
              <w:top w:val="nil"/>
              <w:left w:val="nil"/>
              <w:bottom w:val="single" w:sz="4" w:space="0" w:color="auto"/>
              <w:right w:val="single" w:sz="4" w:space="0" w:color="auto"/>
            </w:tcBorders>
          </w:tcPr>
          <w:p w:rsidR="00397DC8" w:rsidRPr="00CA053C" w:rsidRDefault="00397DC8" w:rsidP="00DE25D5"/>
        </w:tc>
      </w:tr>
      <w:tr w:rsidR="00397DC8" w:rsidRPr="00CA053C" w:rsidTr="00DE25D5">
        <w:tblPrEx>
          <w:tblCellMar>
            <w:top w:w="0" w:type="dxa"/>
            <w:bottom w:w="0" w:type="dxa"/>
          </w:tblCellMar>
        </w:tblPrEx>
        <w:trPr>
          <w:cantSplit/>
          <w:trHeight w:hRule="exact" w:val="1110"/>
        </w:trPr>
        <w:tc>
          <w:tcPr>
            <w:tcW w:w="3533" w:type="dxa"/>
            <w:tcBorders>
              <w:top w:val="nil"/>
              <w:left w:val="single" w:sz="4" w:space="0" w:color="auto"/>
              <w:bottom w:val="single" w:sz="4" w:space="0" w:color="auto"/>
              <w:right w:val="single" w:sz="4" w:space="0" w:color="auto"/>
            </w:tcBorders>
            <w:vAlign w:val="center"/>
          </w:tcPr>
          <w:p w:rsidR="00397DC8" w:rsidRPr="00CA053C" w:rsidRDefault="00397DC8" w:rsidP="00DE25D5">
            <w:pPr>
              <w:rPr>
                <w:rFonts w:hint="eastAsia"/>
              </w:rPr>
            </w:pPr>
            <w:r w:rsidRPr="00CA053C">
              <w:rPr>
                <w:spacing w:val="-4"/>
                <w:szCs w:val="20"/>
              </w:rPr>
              <w:t xml:space="preserve"> </w:t>
            </w:r>
            <w:r w:rsidRPr="00CA053C">
              <w:rPr>
                <w:rFonts w:hint="eastAsia"/>
                <w:spacing w:val="-4"/>
                <w:szCs w:val="20"/>
              </w:rPr>
              <w:t>※</w:t>
            </w:r>
            <w:r w:rsidRPr="00397DC8">
              <w:rPr>
                <w:rFonts w:hint="eastAsia"/>
                <w:spacing w:val="210"/>
                <w:kern w:val="0"/>
                <w:szCs w:val="20"/>
                <w:fitText w:val="2835" w:id="1112302856"/>
              </w:rPr>
              <w:t>事務処理</w:t>
            </w:r>
            <w:r w:rsidRPr="00397DC8">
              <w:rPr>
                <w:rFonts w:hint="eastAsia"/>
                <w:spacing w:val="52"/>
                <w:kern w:val="0"/>
                <w:szCs w:val="20"/>
                <w:fitText w:val="2835" w:id="1112302856"/>
              </w:rPr>
              <w:t>欄</w:t>
            </w:r>
          </w:p>
        </w:tc>
        <w:tc>
          <w:tcPr>
            <w:tcW w:w="6520" w:type="dxa"/>
            <w:tcBorders>
              <w:top w:val="nil"/>
              <w:left w:val="nil"/>
              <w:bottom w:val="single" w:sz="4" w:space="0" w:color="auto"/>
              <w:right w:val="single" w:sz="4" w:space="0" w:color="auto"/>
            </w:tcBorders>
          </w:tcPr>
          <w:p w:rsidR="00397DC8" w:rsidRPr="00CA053C" w:rsidRDefault="00397DC8" w:rsidP="00DE25D5"/>
        </w:tc>
      </w:tr>
    </w:tbl>
    <w:p w:rsidR="00397DC8" w:rsidRPr="00CA053C" w:rsidRDefault="00397DC8" w:rsidP="00397DC8">
      <w:pPr>
        <w:rPr>
          <w:rFonts w:ascii="ＭＳ 明朝"/>
          <w:kern w:val="0"/>
          <w:szCs w:val="20"/>
        </w:rPr>
      </w:pPr>
    </w:p>
    <w:p w:rsidR="00397DC8" w:rsidRPr="00CA053C" w:rsidRDefault="00397DC8" w:rsidP="00397DC8">
      <w:r w:rsidRPr="00CA053C">
        <w:rPr>
          <w:rFonts w:hint="eastAsia"/>
        </w:rPr>
        <w:t xml:space="preserve">　　　　　　　　　　　　　　　　　　　　　　　　　　　　　　　　　（日本工業規格　Ａ列４番）</w:t>
      </w:r>
    </w:p>
    <w:p w:rsidR="009E5FA9" w:rsidRPr="00E61B8B" w:rsidRDefault="00DA60BD" w:rsidP="009E5FA9">
      <w:pPr>
        <w:rPr>
          <w:rFonts w:hint="eastAsia"/>
          <w:w w:val="150"/>
        </w:rPr>
      </w:pPr>
      <w:r>
        <w:br w:type="page"/>
      </w:r>
    </w:p>
    <w:p w:rsidR="009E5FA9" w:rsidRPr="00E61B8B" w:rsidRDefault="009E5FA9" w:rsidP="009E5FA9">
      <w:pPr>
        <w:jc w:val="center"/>
        <w:rPr>
          <w:rFonts w:ascii="ＭＳ 明朝"/>
          <w:kern w:val="0"/>
          <w:sz w:val="19"/>
          <w:szCs w:val="19"/>
        </w:rPr>
      </w:pPr>
      <w:r w:rsidRPr="00E61B8B">
        <w:rPr>
          <w:rFonts w:hint="eastAsia"/>
        </w:rPr>
        <w:t>（第２面）</w:t>
      </w:r>
    </w:p>
    <w:tbl>
      <w:tblPr>
        <w:tblW w:w="0" w:type="auto"/>
        <w:tblInd w:w="156" w:type="dxa"/>
        <w:tblLayout w:type="fixed"/>
        <w:tblCellMar>
          <w:left w:w="12" w:type="dxa"/>
          <w:right w:w="12" w:type="dxa"/>
        </w:tblCellMar>
        <w:tblLook w:val="0000" w:firstRow="0" w:lastRow="0" w:firstColumn="0" w:lastColumn="0" w:noHBand="0" w:noVBand="0"/>
      </w:tblPr>
      <w:tblGrid>
        <w:gridCol w:w="288"/>
        <w:gridCol w:w="1536"/>
        <w:gridCol w:w="1545"/>
        <w:gridCol w:w="6711"/>
      </w:tblGrid>
      <w:tr w:rsidR="009E5FA9" w:rsidRPr="00E61B8B" w:rsidTr="00846D0D">
        <w:tblPrEx>
          <w:tblCellMar>
            <w:top w:w="0" w:type="dxa"/>
            <w:bottom w:w="0" w:type="dxa"/>
          </w:tblCellMar>
        </w:tblPrEx>
        <w:trPr>
          <w:cantSplit/>
          <w:trHeight w:hRule="exact" w:val="306"/>
        </w:trPr>
        <w:tc>
          <w:tcPr>
            <w:tcW w:w="10080" w:type="dxa"/>
            <w:gridSpan w:val="4"/>
            <w:tcBorders>
              <w:top w:val="single" w:sz="4" w:space="0" w:color="auto"/>
              <w:left w:val="single" w:sz="4" w:space="0" w:color="auto"/>
              <w:bottom w:val="nil"/>
              <w:right w:val="single" w:sz="4" w:space="0" w:color="auto"/>
            </w:tcBorders>
            <w:vAlign w:val="center"/>
          </w:tcPr>
          <w:p w:rsidR="009E5FA9" w:rsidRPr="00E61B8B" w:rsidRDefault="009E5FA9" w:rsidP="00846D0D">
            <w:pPr>
              <w:rPr>
                <w:sz w:val="22"/>
              </w:rPr>
            </w:pPr>
            <w:r w:rsidRPr="00E61B8B">
              <w:rPr>
                <w:sz w:val="22"/>
              </w:rPr>
              <w:t xml:space="preserve"> </w:t>
            </w:r>
            <w:r w:rsidRPr="00E61B8B">
              <w:rPr>
                <w:rFonts w:hint="eastAsia"/>
                <w:sz w:val="22"/>
              </w:rPr>
              <w:t>申請者（個人である場合）</w:t>
            </w:r>
          </w:p>
        </w:tc>
      </w:tr>
      <w:tr w:rsidR="009E5FA9" w:rsidRPr="00E61B8B" w:rsidTr="00846D0D">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（ふりがな）</w:t>
            </w:r>
          </w:p>
          <w:p w:rsidR="009E5FA9" w:rsidRPr="00E61B8B" w:rsidRDefault="009E5FA9" w:rsidP="00846D0D">
            <w:pPr>
              <w:jc w:val="center"/>
              <w:rPr>
                <w:sz w:val="22"/>
              </w:rPr>
            </w:pPr>
            <w:r w:rsidRPr="00E61B8B">
              <w:rPr>
                <w:rFonts w:hint="eastAsia"/>
                <w:sz w:val="22"/>
                <w:szCs w:val="19"/>
              </w:rPr>
              <w:t>氏　　　　名</w:t>
            </w:r>
          </w:p>
        </w:tc>
        <w:tc>
          <w:tcPr>
            <w:tcW w:w="1545" w:type="dxa"/>
            <w:vMerge w:val="restart"/>
            <w:tcBorders>
              <w:top w:val="single" w:sz="4" w:space="0" w:color="auto"/>
              <w:left w:val="nil"/>
              <w:bottom w:val="nil"/>
              <w:right w:val="single" w:sz="4" w:space="0" w:color="auto"/>
            </w:tcBorders>
            <w:vAlign w:val="center"/>
          </w:tcPr>
          <w:p w:rsidR="009E5FA9" w:rsidRPr="00E61B8B" w:rsidRDefault="009E5FA9" w:rsidP="00846D0D">
            <w:pPr>
              <w:jc w:val="center"/>
              <w:rPr>
                <w:rFonts w:hint="eastAsia"/>
                <w:sz w:val="22"/>
              </w:rPr>
            </w:pPr>
            <w:r w:rsidRPr="00E61B8B">
              <w:rPr>
                <w:rFonts w:hint="eastAsia"/>
                <w:sz w:val="22"/>
              </w:rPr>
              <w:t>生年月日</w:t>
            </w: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本</w:t>
            </w:r>
            <w:r w:rsidRPr="00E61B8B">
              <w:rPr>
                <w:spacing w:val="-4"/>
                <w:sz w:val="22"/>
                <w:szCs w:val="19"/>
              </w:rPr>
              <w:t xml:space="preserve">                        </w:t>
            </w:r>
            <w:r w:rsidRPr="00E61B8B">
              <w:rPr>
                <w:rFonts w:hint="eastAsia"/>
                <w:spacing w:val="-4"/>
                <w:sz w:val="22"/>
                <w:szCs w:val="19"/>
              </w:rPr>
              <w:t xml:space="preserve"> </w:t>
            </w:r>
            <w:r w:rsidRPr="00E61B8B">
              <w:rPr>
                <w:rFonts w:hint="eastAsia"/>
                <w:spacing w:val="-4"/>
                <w:sz w:val="22"/>
                <w:szCs w:val="19"/>
              </w:rPr>
              <w:t>籍</w:t>
            </w: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sz w:val="22"/>
              </w:rPr>
            </w:pPr>
          </w:p>
        </w:tc>
        <w:tc>
          <w:tcPr>
            <w:tcW w:w="1545" w:type="dxa"/>
            <w:vMerge/>
            <w:tcBorders>
              <w:top w:val="nil"/>
              <w:left w:val="nil"/>
              <w:bottom w:val="single" w:sz="4" w:space="0" w:color="auto"/>
              <w:right w:val="single" w:sz="4" w:space="0" w:color="auto"/>
            </w:tcBorders>
            <w:vAlign w:val="center"/>
          </w:tcPr>
          <w:p w:rsidR="009E5FA9" w:rsidRPr="00E61B8B" w:rsidRDefault="009E5FA9" w:rsidP="00846D0D">
            <w:pPr>
              <w:jc w:val="center"/>
              <w:rPr>
                <w:sz w:val="22"/>
              </w:rPr>
            </w:pP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住　　　　　　　　　　　　所</w:t>
            </w:r>
          </w:p>
          <w:p w:rsidR="009E5FA9" w:rsidRPr="00E61B8B" w:rsidRDefault="009E5FA9" w:rsidP="00846D0D">
            <w:pPr>
              <w:jc w:val="center"/>
              <w:rPr>
                <w:rFonts w:hint="eastAsia"/>
                <w:spacing w:val="-4"/>
                <w:sz w:val="22"/>
                <w:szCs w:val="19"/>
              </w:rPr>
            </w:pP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tcBorders>
              <w:top w:val="single" w:sz="4" w:space="0" w:color="auto"/>
              <w:left w:val="nil"/>
              <w:bottom w:val="single" w:sz="4" w:space="0" w:color="auto"/>
              <w:right w:val="single" w:sz="4" w:space="0" w:color="auto"/>
            </w:tcBorders>
          </w:tcPr>
          <w:p w:rsidR="009E5FA9" w:rsidRPr="00E61B8B" w:rsidRDefault="009E5FA9" w:rsidP="00846D0D">
            <w:pPr>
              <w:rPr>
                <w:rFonts w:hint="eastAsia"/>
                <w:b/>
                <w:bCs/>
                <w:sz w:val="22"/>
              </w:rPr>
            </w:pPr>
          </w:p>
        </w:tc>
        <w:tc>
          <w:tcPr>
            <w:tcW w:w="1545" w:type="dxa"/>
            <w:tcBorders>
              <w:top w:val="single" w:sz="4" w:space="0" w:color="auto"/>
              <w:left w:val="nil"/>
              <w:bottom w:val="single" w:sz="4" w:space="0" w:color="auto"/>
              <w:right w:val="single" w:sz="4" w:space="0" w:color="auto"/>
            </w:tcBorders>
          </w:tcPr>
          <w:p w:rsidR="009E5FA9" w:rsidRPr="00E61B8B" w:rsidRDefault="00FC1785" w:rsidP="00846D0D">
            <w:pPr>
              <w:rPr>
                <w:b/>
                <w:bCs/>
                <w:sz w:val="22"/>
              </w:rPr>
            </w:pPr>
            <w:r>
              <w:rPr>
                <w:b/>
                <w:bCs/>
                <w:noProof/>
                <w:sz w:val="22"/>
              </w:rPr>
              <mc:AlternateContent>
                <mc:Choice Requires="wps">
                  <w:drawing>
                    <wp:anchor distT="0" distB="0" distL="114300" distR="114300" simplePos="0" relativeHeight="251655168" behindDoc="0" locked="0" layoutInCell="1" allowOverlap="1">
                      <wp:simplePos x="0" y="0"/>
                      <wp:positionH relativeFrom="column">
                        <wp:posOffset>559435</wp:posOffset>
                      </wp:positionH>
                      <wp:positionV relativeFrom="paragraph">
                        <wp:posOffset>111125</wp:posOffset>
                      </wp:positionV>
                      <wp:extent cx="3267075" cy="314325"/>
                      <wp:effectExtent l="0" t="0" r="0" b="0"/>
                      <wp:wrapNone/>
                      <wp:docPr id="6" name="Text Box 2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53" o:spid="_x0000_s1026" type="#_x0000_t202" style="position:absolute;left:0;text-align:left;margin-left:44.05pt;margin-top:8.75pt;width:257.25pt;height:2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424"/>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tcBorders>
              <w:left w:val="nil"/>
              <w:bottom w:val="single" w:sz="4" w:space="0" w:color="auto"/>
              <w:right w:val="nil"/>
            </w:tcBorders>
          </w:tcPr>
          <w:p w:rsidR="009E5FA9" w:rsidRPr="00E61B8B" w:rsidRDefault="009E5FA9" w:rsidP="00846D0D">
            <w:pPr>
              <w:rPr>
                <w:rFonts w:hint="eastAsia"/>
                <w:sz w:val="22"/>
              </w:rPr>
            </w:pPr>
          </w:p>
        </w:tc>
        <w:tc>
          <w:tcPr>
            <w:tcW w:w="1545" w:type="dxa"/>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28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9792" w:type="dxa"/>
            <w:gridSpan w:val="3"/>
            <w:tcBorders>
              <w:left w:val="single" w:sz="4" w:space="0" w:color="auto"/>
              <w:bottom w:val="single" w:sz="4" w:space="0" w:color="auto"/>
              <w:right w:val="single" w:sz="4" w:space="0" w:color="auto"/>
            </w:tcBorders>
            <w:vAlign w:val="center"/>
          </w:tcPr>
          <w:p w:rsidR="009E5FA9" w:rsidRPr="00E61B8B" w:rsidRDefault="009E5FA9" w:rsidP="00846D0D">
            <w:pPr>
              <w:rPr>
                <w:sz w:val="22"/>
              </w:rPr>
            </w:pPr>
            <w:r w:rsidRPr="00E61B8B">
              <w:rPr>
                <w:rFonts w:hint="eastAsia"/>
                <w:spacing w:val="-4"/>
                <w:sz w:val="22"/>
                <w:szCs w:val="19"/>
              </w:rPr>
              <w:t>（法人である場合）</w:t>
            </w:r>
          </w:p>
        </w:tc>
      </w:tr>
      <w:tr w:rsidR="009E5FA9" w:rsidRPr="00E61B8B" w:rsidTr="00846D0D">
        <w:tblPrEx>
          <w:tblCellMar>
            <w:top w:w="0" w:type="dxa"/>
            <w:bottom w:w="0" w:type="dxa"/>
          </w:tblCellMar>
        </w:tblPrEx>
        <w:trPr>
          <w:cantSplit/>
          <w:trHeight w:hRule="exact" w:val="5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3081" w:type="dxa"/>
            <w:gridSpan w:val="2"/>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（ふりがな）</w:t>
            </w:r>
          </w:p>
          <w:p w:rsidR="009E5FA9" w:rsidRPr="00E61B8B" w:rsidRDefault="009E5FA9" w:rsidP="00846D0D">
            <w:pPr>
              <w:jc w:val="center"/>
              <w:rPr>
                <w:sz w:val="22"/>
              </w:rPr>
            </w:pPr>
            <w:r w:rsidRPr="00E61B8B">
              <w:rPr>
                <w:rFonts w:hint="eastAsia"/>
                <w:spacing w:val="-4"/>
                <w:sz w:val="22"/>
                <w:szCs w:val="19"/>
              </w:rPr>
              <w:t>名</w:t>
            </w:r>
            <w:r w:rsidRPr="00E61B8B">
              <w:rPr>
                <w:spacing w:val="-4"/>
                <w:sz w:val="22"/>
                <w:szCs w:val="19"/>
              </w:rPr>
              <w:t xml:space="preserve">  </w:t>
            </w:r>
            <w:r w:rsidRPr="00E61B8B">
              <w:rPr>
                <w:rFonts w:hint="eastAsia"/>
                <w:spacing w:val="-4"/>
                <w:sz w:val="22"/>
                <w:szCs w:val="19"/>
              </w:rPr>
              <w:t xml:space="preserve">　</w:t>
            </w:r>
            <w:r w:rsidRPr="00E61B8B">
              <w:rPr>
                <w:spacing w:val="-4"/>
                <w:sz w:val="22"/>
                <w:szCs w:val="19"/>
              </w:rPr>
              <w:t xml:space="preserve">    </w:t>
            </w:r>
            <w:r w:rsidRPr="00E61B8B">
              <w:rPr>
                <w:rFonts w:hint="eastAsia"/>
                <w:spacing w:val="-4"/>
                <w:sz w:val="22"/>
                <w:szCs w:val="19"/>
              </w:rPr>
              <w:t>称</w:t>
            </w: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sz w:val="22"/>
              </w:rPr>
            </w:pPr>
            <w:r w:rsidRPr="00E61B8B">
              <w:rPr>
                <w:rFonts w:hint="eastAsia"/>
                <w:spacing w:val="-4"/>
                <w:sz w:val="22"/>
                <w:szCs w:val="19"/>
              </w:rPr>
              <w:t>住　　　　　　　　　　　　所</w:t>
            </w:r>
          </w:p>
        </w:tc>
      </w:tr>
      <w:tr w:rsidR="009E5FA9" w:rsidRPr="00E61B8B" w:rsidTr="00846D0D">
        <w:tblPrEx>
          <w:tblCellMar>
            <w:top w:w="0" w:type="dxa"/>
            <w:bottom w:w="0" w:type="dxa"/>
          </w:tblCellMar>
        </w:tblPrEx>
        <w:trPr>
          <w:cantSplit/>
          <w:trHeight w:hRule="exact" w:val="611"/>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3081" w:type="dxa"/>
            <w:gridSpan w:val="2"/>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06"/>
        </w:trPr>
        <w:tc>
          <w:tcPr>
            <w:tcW w:w="10080" w:type="dxa"/>
            <w:gridSpan w:val="4"/>
            <w:tcBorders>
              <w:top w:val="nil"/>
              <w:left w:val="single" w:sz="4" w:space="0" w:color="auto"/>
              <w:bottom w:val="nil"/>
              <w:right w:val="single" w:sz="4" w:space="0" w:color="auto"/>
            </w:tcBorders>
            <w:vAlign w:val="center"/>
          </w:tcPr>
          <w:p w:rsidR="009E5FA9" w:rsidRPr="00FC1785" w:rsidRDefault="009E5FA9" w:rsidP="00846D0D">
            <w:pPr>
              <w:rPr>
                <w:rFonts w:ascii="ＭＳ 明朝" w:hAnsi="ＭＳ 明朝"/>
                <w:sz w:val="22"/>
              </w:rPr>
            </w:pPr>
            <w:r w:rsidRPr="00FC1785">
              <w:rPr>
                <w:rFonts w:ascii="ＭＳ 明朝" w:hAnsi="ＭＳ 明朝" w:hint="eastAsia"/>
                <w:spacing w:val="-4"/>
                <w:sz w:val="22"/>
                <w:szCs w:val="19"/>
              </w:rPr>
              <w:t>法定代理人（申請者が法第</w:t>
            </w:r>
            <w:r w:rsidRPr="00FC1785">
              <w:rPr>
                <w:rFonts w:ascii="ＭＳ 明朝" w:hAnsi="ＭＳ 明朝"/>
                <w:spacing w:val="-4"/>
                <w:sz w:val="22"/>
                <w:szCs w:val="19"/>
              </w:rPr>
              <w:t>14</w:t>
            </w:r>
            <w:r w:rsidRPr="00FC1785">
              <w:rPr>
                <w:rFonts w:ascii="ＭＳ 明朝" w:hAnsi="ＭＳ 明朝" w:hint="eastAsia"/>
                <w:spacing w:val="-4"/>
                <w:sz w:val="22"/>
                <w:szCs w:val="19"/>
              </w:rPr>
              <w:t>条第５項第２号ハに規定する未成年者である場合）</w:t>
            </w:r>
          </w:p>
        </w:tc>
      </w:tr>
      <w:tr w:rsidR="009E5FA9" w:rsidRPr="00E61B8B" w:rsidTr="00846D0D">
        <w:tblPrEx>
          <w:tblCellMar>
            <w:top w:w="0" w:type="dxa"/>
            <w:bottom w:w="0" w:type="dxa"/>
          </w:tblCellMar>
        </w:tblPrEx>
        <w:trPr>
          <w:cantSplit/>
          <w:trHeight w:hRule="exact" w:val="306"/>
        </w:trPr>
        <w:tc>
          <w:tcPr>
            <w:tcW w:w="288" w:type="dxa"/>
            <w:tcBorders>
              <w:top w:val="nil"/>
              <w:left w:val="single" w:sz="4" w:space="0" w:color="auto"/>
              <w:bottom w:val="nil"/>
              <w:right w:val="single" w:sz="4" w:space="0" w:color="auto"/>
            </w:tcBorders>
            <w:vAlign w:val="center"/>
          </w:tcPr>
          <w:p w:rsidR="009E5FA9" w:rsidRPr="00E61B8B" w:rsidRDefault="009E5FA9" w:rsidP="00846D0D">
            <w:pPr>
              <w:rPr>
                <w:sz w:val="22"/>
              </w:rPr>
            </w:pPr>
          </w:p>
        </w:tc>
        <w:tc>
          <w:tcPr>
            <w:tcW w:w="9792" w:type="dxa"/>
            <w:gridSpan w:val="3"/>
            <w:tcBorders>
              <w:top w:val="single" w:sz="4" w:space="0" w:color="auto"/>
              <w:left w:val="single" w:sz="4" w:space="0" w:color="auto"/>
              <w:bottom w:val="nil"/>
              <w:right w:val="single" w:sz="4" w:space="0" w:color="auto"/>
            </w:tcBorders>
            <w:vAlign w:val="center"/>
          </w:tcPr>
          <w:p w:rsidR="009E5FA9" w:rsidRPr="00E61B8B" w:rsidRDefault="009E5FA9" w:rsidP="00846D0D">
            <w:pPr>
              <w:rPr>
                <w:sz w:val="22"/>
              </w:rPr>
            </w:pPr>
            <w:r w:rsidRPr="00E61B8B">
              <w:rPr>
                <w:rFonts w:hint="eastAsia"/>
                <w:sz w:val="22"/>
              </w:rPr>
              <w:t>（個人である場合）</w:t>
            </w:r>
          </w:p>
        </w:tc>
      </w:tr>
      <w:tr w:rsidR="009E5FA9" w:rsidRPr="00E61B8B" w:rsidTr="00846D0D">
        <w:tblPrEx>
          <w:tblCellMar>
            <w:top w:w="0" w:type="dxa"/>
            <w:bottom w:w="0" w:type="dxa"/>
          </w:tblCellMar>
        </w:tblPrEx>
        <w:trPr>
          <w:cantSplit/>
          <w:trHeight w:hRule="exact" w:val="309"/>
        </w:trPr>
        <w:tc>
          <w:tcPr>
            <w:tcW w:w="288" w:type="dxa"/>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rFonts w:hint="eastAsia"/>
                <w:sz w:val="22"/>
                <w:szCs w:val="19"/>
              </w:rPr>
            </w:pPr>
          </w:p>
        </w:tc>
        <w:tc>
          <w:tcPr>
            <w:tcW w:w="1545" w:type="dxa"/>
            <w:tcBorders>
              <w:top w:val="single" w:sz="4" w:space="0" w:color="auto"/>
              <w:left w:val="nil"/>
              <w:bottom w:val="nil"/>
              <w:right w:val="single" w:sz="4" w:space="0" w:color="auto"/>
            </w:tcBorders>
            <w:vAlign w:val="center"/>
          </w:tcPr>
          <w:p w:rsidR="009E5FA9" w:rsidRPr="00E61B8B" w:rsidRDefault="009E5FA9" w:rsidP="00846D0D">
            <w:pPr>
              <w:jc w:val="center"/>
              <w:rPr>
                <w:rFonts w:hint="eastAsia"/>
                <w:sz w:val="22"/>
              </w:rPr>
            </w:pP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p>
        </w:tc>
      </w:tr>
      <w:tr w:rsidR="009E5FA9" w:rsidRPr="00E61B8B" w:rsidTr="00846D0D">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（ふりがな）</w:t>
            </w:r>
          </w:p>
          <w:p w:rsidR="009E5FA9" w:rsidRPr="00E61B8B" w:rsidRDefault="009E5FA9" w:rsidP="00846D0D">
            <w:pPr>
              <w:jc w:val="center"/>
              <w:rPr>
                <w:sz w:val="22"/>
              </w:rPr>
            </w:pPr>
            <w:r w:rsidRPr="00E61B8B">
              <w:rPr>
                <w:rFonts w:hint="eastAsia"/>
                <w:sz w:val="22"/>
                <w:szCs w:val="19"/>
              </w:rPr>
              <w:t>氏　　　　名</w:t>
            </w:r>
          </w:p>
        </w:tc>
        <w:tc>
          <w:tcPr>
            <w:tcW w:w="1545" w:type="dxa"/>
            <w:vMerge w:val="restart"/>
            <w:tcBorders>
              <w:top w:val="single" w:sz="4" w:space="0" w:color="auto"/>
              <w:left w:val="nil"/>
              <w:bottom w:val="nil"/>
              <w:right w:val="single" w:sz="4" w:space="0" w:color="auto"/>
            </w:tcBorders>
            <w:vAlign w:val="center"/>
          </w:tcPr>
          <w:p w:rsidR="009E5FA9" w:rsidRPr="00E61B8B" w:rsidRDefault="009E5FA9" w:rsidP="00846D0D">
            <w:pPr>
              <w:jc w:val="center"/>
              <w:rPr>
                <w:rFonts w:hint="eastAsia"/>
                <w:sz w:val="22"/>
              </w:rPr>
            </w:pPr>
            <w:r w:rsidRPr="00E61B8B">
              <w:rPr>
                <w:rFonts w:hint="eastAsia"/>
                <w:sz w:val="22"/>
              </w:rPr>
              <w:t>生年月日</w:t>
            </w: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本</w:t>
            </w:r>
            <w:r w:rsidRPr="00E61B8B">
              <w:rPr>
                <w:spacing w:val="-4"/>
                <w:sz w:val="22"/>
                <w:szCs w:val="19"/>
              </w:rPr>
              <w:t xml:space="preserve">                        </w:t>
            </w:r>
            <w:r w:rsidRPr="00E61B8B">
              <w:rPr>
                <w:rFonts w:hint="eastAsia"/>
                <w:spacing w:val="-4"/>
                <w:sz w:val="22"/>
                <w:szCs w:val="19"/>
              </w:rPr>
              <w:t xml:space="preserve"> </w:t>
            </w:r>
            <w:r w:rsidRPr="00E61B8B">
              <w:rPr>
                <w:rFonts w:hint="eastAsia"/>
                <w:spacing w:val="-4"/>
                <w:sz w:val="22"/>
                <w:szCs w:val="19"/>
              </w:rPr>
              <w:t>籍</w:t>
            </w: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sz w:val="22"/>
              </w:rPr>
            </w:pPr>
          </w:p>
        </w:tc>
        <w:tc>
          <w:tcPr>
            <w:tcW w:w="1545" w:type="dxa"/>
            <w:vMerge/>
            <w:tcBorders>
              <w:top w:val="nil"/>
              <w:left w:val="nil"/>
              <w:bottom w:val="single" w:sz="4" w:space="0" w:color="auto"/>
              <w:right w:val="single" w:sz="4" w:space="0" w:color="auto"/>
            </w:tcBorders>
            <w:vAlign w:val="center"/>
          </w:tcPr>
          <w:p w:rsidR="009E5FA9" w:rsidRPr="00E61B8B" w:rsidRDefault="009E5FA9" w:rsidP="00846D0D">
            <w:pPr>
              <w:jc w:val="center"/>
              <w:rPr>
                <w:sz w:val="22"/>
              </w:rPr>
            </w:pP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住　　　　　　　　　　　　所</w:t>
            </w:r>
          </w:p>
          <w:p w:rsidR="009E5FA9" w:rsidRPr="00E61B8B" w:rsidRDefault="009E5FA9" w:rsidP="00846D0D">
            <w:pPr>
              <w:jc w:val="center"/>
              <w:rPr>
                <w:rFonts w:hint="eastAsia"/>
                <w:spacing w:val="-4"/>
                <w:sz w:val="22"/>
                <w:szCs w:val="19"/>
              </w:rPr>
            </w:pP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tcBorders>
              <w:top w:val="single" w:sz="4" w:space="0" w:color="auto"/>
              <w:left w:val="nil"/>
              <w:bottom w:val="single" w:sz="4" w:space="0" w:color="auto"/>
              <w:right w:val="single" w:sz="4" w:space="0" w:color="auto"/>
            </w:tcBorders>
          </w:tcPr>
          <w:p w:rsidR="009E5FA9" w:rsidRPr="00E61B8B" w:rsidRDefault="009E5FA9" w:rsidP="00846D0D">
            <w:pPr>
              <w:rPr>
                <w:rFonts w:hint="eastAsia"/>
                <w:b/>
                <w:bCs/>
                <w:sz w:val="22"/>
              </w:rPr>
            </w:pPr>
          </w:p>
        </w:tc>
        <w:tc>
          <w:tcPr>
            <w:tcW w:w="1545" w:type="dxa"/>
            <w:tcBorders>
              <w:top w:val="single" w:sz="4" w:space="0" w:color="auto"/>
              <w:left w:val="nil"/>
              <w:bottom w:val="single" w:sz="4" w:space="0" w:color="auto"/>
              <w:right w:val="single" w:sz="4" w:space="0" w:color="auto"/>
            </w:tcBorders>
          </w:tcPr>
          <w:p w:rsidR="009E5FA9" w:rsidRPr="00E61B8B" w:rsidRDefault="00FC1785" w:rsidP="00846D0D">
            <w:pPr>
              <w:rPr>
                <w:b/>
                <w:bCs/>
                <w:sz w:val="22"/>
              </w:rPr>
            </w:pPr>
            <w:r>
              <w:rPr>
                <w:noProof/>
                <w:sz w:val="22"/>
              </w:rPr>
              <mc:AlternateContent>
                <mc:Choice Requires="wps">
                  <w:drawing>
                    <wp:anchor distT="0" distB="0" distL="114300" distR="114300" simplePos="0" relativeHeight="251656192" behindDoc="0" locked="0" layoutInCell="1" allowOverlap="1">
                      <wp:simplePos x="0" y="0"/>
                      <wp:positionH relativeFrom="column">
                        <wp:posOffset>559435</wp:posOffset>
                      </wp:positionH>
                      <wp:positionV relativeFrom="paragraph">
                        <wp:posOffset>115570</wp:posOffset>
                      </wp:positionV>
                      <wp:extent cx="3267075" cy="314325"/>
                      <wp:effectExtent l="0" t="0" r="0" b="0"/>
                      <wp:wrapNone/>
                      <wp:docPr id="5" name="Text Box 2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4" o:spid="_x0000_s1027" type="#_x0000_t202" style="position:absolute;left:0;text-align:left;margin-left:44.05pt;margin-top:9.1pt;width:257.25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424"/>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tcBorders>
              <w:left w:val="nil"/>
              <w:bottom w:val="single" w:sz="4" w:space="0" w:color="auto"/>
              <w:right w:val="nil"/>
            </w:tcBorders>
          </w:tcPr>
          <w:p w:rsidR="009E5FA9" w:rsidRPr="00E61B8B" w:rsidRDefault="009E5FA9" w:rsidP="00846D0D">
            <w:pPr>
              <w:rPr>
                <w:rFonts w:hint="eastAsia"/>
                <w:sz w:val="22"/>
              </w:rPr>
            </w:pPr>
          </w:p>
        </w:tc>
        <w:tc>
          <w:tcPr>
            <w:tcW w:w="1545" w:type="dxa"/>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28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9792" w:type="dxa"/>
            <w:gridSpan w:val="3"/>
            <w:tcBorders>
              <w:left w:val="single" w:sz="4" w:space="0" w:color="auto"/>
              <w:bottom w:val="single" w:sz="4" w:space="0" w:color="auto"/>
              <w:right w:val="single" w:sz="4" w:space="0" w:color="auto"/>
            </w:tcBorders>
            <w:vAlign w:val="center"/>
          </w:tcPr>
          <w:p w:rsidR="009E5FA9" w:rsidRPr="00E61B8B" w:rsidRDefault="009E5FA9" w:rsidP="00846D0D">
            <w:pPr>
              <w:rPr>
                <w:sz w:val="22"/>
              </w:rPr>
            </w:pPr>
            <w:r w:rsidRPr="00E61B8B">
              <w:rPr>
                <w:rFonts w:hint="eastAsia"/>
                <w:spacing w:val="-4"/>
                <w:sz w:val="22"/>
                <w:szCs w:val="19"/>
              </w:rPr>
              <w:t>（法人である場合）</w:t>
            </w:r>
          </w:p>
        </w:tc>
      </w:tr>
      <w:tr w:rsidR="009E5FA9" w:rsidRPr="00E61B8B" w:rsidTr="00846D0D">
        <w:tblPrEx>
          <w:tblCellMar>
            <w:top w:w="0" w:type="dxa"/>
            <w:bottom w:w="0" w:type="dxa"/>
          </w:tblCellMar>
        </w:tblPrEx>
        <w:trPr>
          <w:cantSplit/>
          <w:trHeight w:hRule="exact" w:val="5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3081" w:type="dxa"/>
            <w:gridSpan w:val="2"/>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（ふりがな）</w:t>
            </w:r>
          </w:p>
          <w:p w:rsidR="009E5FA9" w:rsidRPr="00E61B8B" w:rsidRDefault="009E5FA9" w:rsidP="00846D0D">
            <w:pPr>
              <w:jc w:val="center"/>
              <w:rPr>
                <w:sz w:val="22"/>
              </w:rPr>
            </w:pPr>
            <w:r w:rsidRPr="00E61B8B">
              <w:rPr>
                <w:rFonts w:hint="eastAsia"/>
                <w:spacing w:val="-4"/>
                <w:sz w:val="22"/>
                <w:szCs w:val="19"/>
              </w:rPr>
              <w:t>名</w:t>
            </w:r>
            <w:r w:rsidRPr="00E61B8B">
              <w:rPr>
                <w:spacing w:val="-4"/>
                <w:sz w:val="22"/>
                <w:szCs w:val="19"/>
              </w:rPr>
              <w:t xml:space="preserve">  </w:t>
            </w:r>
            <w:r w:rsidRPr="00E61B8B">
              <w:rPr>
                <w:rFonts w:hint="eastAsia"/>
                <w:spacing w:val="-4"/>
                <w:sz w:val="22"/>
                <w:szCs w:val="19"/>
              </w:rPr>
              <w:t xml:space="preserve">　</w:t>
            </w:r>
            <w:r w:rsidRPr="00E61B8B">
              <w:rPr>
                <w:spacing w:val="-4"/>
                <w:sz w:val="22"/>
                <w:szCs w:val="19"/>
              </w:rPr>
              <w:t xml:space="preserve">    </w:t>
            </w:r>
            <w:r w:rsidRPr="00E61B8B">
              <w:rPr>
                <w:rFonts w:hint="eastAsia"/>
                <w:spacing w:val="-4"/>
                <w:sz w:val="22"/>
                <w:szCs w:val="19"/>
              </w:rPr>
              <w:t>称</w:t>
            </w: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sz w:val="22"/>
              </w:rPr>
            </w:pPr>
            <w:r w:rsidRPr="00E61B8B">
              <w:rPr>
                <w:rFonts w:hint="eastAsia"/>
                <w:spacing w:val="-4"/>
                <w:sz w:val="22"/>
                <w:szCs w:val="19"/>
              </w:rPr>
              <w:t>住　　　　　　　　　　　　所</w:t>
            </w:r>
          </w:p>
        </w:tc>
      </w:tr>
      <w:tr w:rsidR="009E5FA9" w:rsidRPr="00E61B8B" w:rsidTr="00846D0D">
        <w:tblPrEx>
          <w:tblCellMar>
            <w:top w:w="0" w:type="dxa"/>
            <w:bottom w:w="0" w:type="dxa"/>
          </w:tblCellMar>
        </w:tblPrEx>
        <w:trPr>
          <w:cantSplit/>
          <w:trHeight w:hRule="exact" w:val="611"/>
        </w:trPr>
        <w:tc>
          <w:tcPr>
            <w:tcW w:w="288" w:type="dxa"/>
            <w:vMerge/>
            <w:tcBorders>
              <w:top w:val="nil"/>
              <w:left w:val="single" w:sz="4" w:space="0" w:color="auto"/>
              <w:right w:val="single" w:sz="4" w:space="0" w:color="auto"/>
            </w:tcBorders>
          </w:tcPr>
          <w:p w:rsidR="009E5FA9" w:rsidRPr="00E61B8B" w:rsidRDefault="009E5FA9" w:rsidP="00846D0D">
            <w:pPr>
              <w:rPr>
                <w:sz w:val="22"/>
              </w:rPr>
            </w:pPr>
          </w:p>
        </w:tc>
        <w:tc>
          <w:tcPr>
            <w:tcW w:w="3081" w:type="dxa"/>
            <w:gridSpan w:val="2"/>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6"/>
        </w:trPr>
        <w:tc>
          <w:tcPr>
            <w:tcW w:w="288" w:type="dxa"/>
            <w:tcBorders>
              <w:top w:val="nil"/>
              <w:left w:val="single" w:sz="4" w:space="0" w:color="auto"/>
              <w:bottom w:val="nil"/>
              <w:right w:val="single" w:sz="4" w:space="0" w:color="auto"/>
            </w:tcBorders>
            <w:vAlign w:val="center"/>
          </w:tcPr>
          <w:p w:rsidR="009E5FA9" w:rsidRPr="00E61B8B" w:rsidRDefault="009E5FA9" w:rsidP="00846D0D">
            <w:pPr>
              <w:rPr>
                <w:rFonts w:hint="eastAsia"/>
                <w:sz w:val="22"/>
              </w:rPr>
            </w:pPr>
          </w:p>
        </w:tc>
        <w:tc>
          <w:tcPr>
            <w:tcW w:w="9792" w:type="dxa"/>
            <w:gridSpan w:val="3"/>
            <w:tcBorders>
              <w:top w:val="nil"/>
              <w:left w:val="single" w:sz="4" w:space="0" w:color="auto"/>
              <w:bottom w:val="nil"/>
              <w:right w:val="single" w:sz="4" w:space="0" w:color="auto"/>
            </w:tcBorders>
            <w:vAlign w:val="center"/>
          </w:tcPr>
          <w:p w:rsidR="009E5FA9" w:rsidRPr="00E61B8B" w:rsidRDefault="009E5FA9" w:rsidP="00846D0D">
            <w:pPr>
              <w:rPr>
                <w:rFonts w:hint="eastAsia"/>
                <w:sz w:val="22"/>
              </w:rPr>
            </w:pPr>
            <w:r w:rsidRPr="00E61B8B">
              <w:rPr>
                <w:rFonts w:hint="eastAsia"/>
                <w:sz w:val="22"/>
              </w:rPr>
              <w:t>（役員（法定代理人が法人である場合））</w:t>
            </w:r>
          </w:p>
        </w:tc>
      </w:tr>
      <w:tr w:rsidR="009E5FA9" w:rsidRPr="00E61B8B" w:rsidTr="00846D0D">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（ふりがな）</w:t>
            </w:r>
          </w:p>
          <w:p w:rsidR="009E5FA9" w:rsidRPr="00E61B8B" w:rsidRDefault="009E5FA9" w:rsidP="00846D0D">
            <w:pPr>
              <w:jc w:val="center"/>
              <w:rPr>
                <w:sz w:val="22"/>
              </w:rPr>
            </w:pPr>
            <w:r w:rsidRPr="00E61B8B">
              <w:rPr>
                <w:rFonts w:hint="eastAsia"/>
                <w:sz w:val="22"/>
                <w:szCs w:val="19"/>
              </w:rPr>
              <w:t>氏　　　　名</w:t>
            </w:r>
          </w:p>
        </w:tc>
        <w:tc>
          <w:tcPr>
            <w:tcW w:w="1545"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sz w:val="22"/>
              </w:rPr>
            </w:pPr>
            <w:r w:rsidRPr="00E61B8B">
              <w:rPr>
                <w:rFonts w:hint="eastAsia"/>
                <w:sz w:val="22"/>
              </w:rPr>
              <w:t>生年月日</w:t>
            </w: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本</w:t>
            </w:r>
            <w:r w:rsidRPr="00E61B8B">
              <w:rPr>
                <w:spacing w:val="-4"/>
                <w:sz w:val="22"/>
                <w:szCs w:val="19"/>
              </w:rPr>
              <w:t xml:space="preserve">                        </w:t>
            </w:r>
            <w:r w:rsidRPr="00E61B8B">
              <w:rPr>
                <w:rFonts w:hint="eastAsia"/>
                <w:spacing w:val="-4"/>
                <w:sz w:val="22"/>
                <w:szCs w:val="19"/>
              </w:rPr>
              <w:t xml:space="preserve"> </w:t>
            </w:r>
            <w:r w:rsidRPr="00E61B8B">
              <w:rPr>
                <w:rFonts w:hint="eastAsia"/>
                <w:spacing w:val="-4"/>
                <w:sz w:val="22"/>
                <w:szCs w:val="19"/>
              </w:rPr>
              <w:t>籍</w:t>
            </w: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sz w:val="22"/>
              </w:rPr>
            </w:pPr>
          </w:p>
        </w:tc>
        <w:tc>
          <w:tcPr>
            <w:tcW w:w="1545"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役職名・呼称</w:t>
            </w:r>
          </w:p>
          <w:p w:rsidR="009E5FA9" w:rsidRPr="00E61B8B" w:rsidRDefault="009E5FA9" w:rsidP="00846D0D">
            <w:pPr>
              <w:jc w:val="center"/>
              <w:rPr>
                <w:sz w:val="22"/>
              </w:rPr>
            </w:pP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住　　　　　　　　　　　　所</w:t>
            </w:r>
          </w:p>
          <w:p w:rsidR="009E5FA9" w:rsidRPr="00E61B8B" w:rsidRDefault="009E5FA9" w:rsidP="00846D0D">
            <w:pPr>
              <w:jc w:val="center"/>
              <w:rPr>
                <w:rFonts w:hint="eastAsia"/>
                <w:spacing w:val="-4"/>
                <w:sz w:val="22"/>
                <w:szCs w:val="19"/>
              </w:rPr>
            </w:pP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tcBorders>
              <w:top w:val="single" w:sz="4" w:space="0" w:color="auto"/>
              <w:left w:val="nil"/>
              <w:bottom w:val="single" w:sz="4" w:space="0" w:color="auto"/>
              <w:right w:val="single" w:sz="4" w:space="0" w:color="auto"/>
            </w:tcBorders>
          </w:tcPr>
          <w:p w:rsidR="009E5FA9" w:rsidRPr="00E61B8B" w:rsidRDefault="009E5FA9" w:rsidP="00846D0D">
            <w:pPr>
              <w:rPr>
                <w:rFonts w:hint="eastAsia"/>
                <w:b/>
                <w:bCs/>
                <w:sz w:val="22"/>
              </w:rPr>
            </w:pPr>
          </w:p>
        </w:tc>
        <w:tc>
          <w:tcPr>
            <w:tcW w:w="1545" w:type="dxa"/>
            <w:tcBorders>
              <w:top w:val="single" w:sz="4" w:space="0" w:color="auto"/>
              <w:left w:val="nil"/>
              <w:bottom w:val="single" w:sz="4" w:space="0" w:color="auto"/>
              <w:right w:val="single" w:sz="4" w:space="0" w:color="auto"/>
            </w:tcBorders>
          </w:tcPr>
          <w:p w:rsidR="009E5FA9" w:rsidRPr="00E61B8B" w:rsidRDefault="00FC1785" w:rsidP="00846D0D">
            <w:pPr>
              <w:rPr>
                <w:b/>
                <w:bCs/>
                <w:sz w:val="22"/>
              </w:rPr>
            </w:pPr>
            <w:r>
              <w:rPr>
                <w:noProof/>
                <w:sz w:val="22"/>
              </w:rPr>
              <mc:AlternateContent>
                <mc:Choice Requires="wps">
                  <w:drawing>
                    <wp:anchor distT="0" distB="0" distL="114300" distR="114300" simplePos="0" relativeHeight="251657216" behindDoc="0" locked="0" layoutInCell="1" allowOverlap="1">
                      <wp:simplePos x="0" y="0"/>
                      <wp:positionH relativeFrom="column">
                        <wp:posOffset>559435</wp:posOffset>
                      </wp:positionH>
                      <wp:positionV relativeFrom="paragraph">
                        <wp:posOffset>113665</wp:posOffset>
                      </wp:positionV>
                      <wp:extent cx="3267075" cy="314325"/>
                      <wp:effectExtent l="0" t="0" r="0" b="0"/>
                      <wp:wrapNone/>
                      <wp:docPr id="4" name="Text Box 2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5" o:spid="_x0000_s1028" type="#_x0000_t202" style="position:absolute;left:0;text-align:left;margin-left:44.05pt;margin-top:8.95pt;width:257.2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424"/>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tcBorders>
              <w:left w:val="nil"/>
              <w:bottom w:val="single" w:sz="4" w:space="0" w:color="auto"/>
              <w:right w:val="nil"/>
            </w:tcBorders>
          </w:tcPr>
          <w:p w:rsidR="009E5FA9" w:rsidRPr="00E61B8B" w:rsidRDefault="009E5FA9" w:rsidP="00846D0D">
            <w:pPr>
              <w:rPr>
                <w:rFonts w:hint="eastAsia"/>
                <w:sz w:val="22"/>
              </w:rPr>
            </w:pPr>
          </w:p>
        </w:tc>
        <w:tc>
          <w:tcPr>
            <w:tcW w:w="1545" w:type="dxa"/>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6"/>
        </w:trPr>
        <w:tc>
          <w:tcPr>
            <w:tcW w:w="10080" w:type="dxa"/>
            <w:gridSpan w:val="4"/>
            <w:tcBorders>
              <w:top w:val="nil"/>
              <w:left w:val="single" w:sz="4" w:space="0" w:color="auto"/>
              <w:bottom w:val="nil"/>
              <w:right w:val="single" w:sz="4" w:space="0" w:color="auto"/>
            </w:tcBorders>
            <w:vAlign w:val="center"/>
          </w:tcPr>
          <w:p w:rsidR="009E5FA9" w:rsidRPr="00E61B8B" w:rsidRDefault="009E5FA9" w:rsidP="00846D0D">
            <w:pPr>
              <w:rPr>
                <w:rFonts w:hint="eastAsia"/>
                <w:sz w:val="22"/>
              </w:rPr>
            </w:pPr>
            <w:r w:rsidRPr="00E61B8B">
              <w:rPr>
                <w:rFonts w:hint="eastAsia"/>
                <w:sz w:val="22"/>
              </w:rPr>
              <w:t>役員（申請者が法人である場合）</w:t>
            </w:r>
          </w:p>
        </w:tc>
      </w:tr>
      <w:tr w:rsidR="009E5FA9" w:rsidRPr="00E61B8B" w:rsidTr="00846D0D">
        <w:tblPrEx>
          <w:tblCellMar>
            <w:top w:w="0" w:type="dxa"/>
            <w:bottom w:w="0" w:type="dxa"/>
          </w:tblCellMar>
        </w:tblPrEx>
        <w:trPr>
          <w:cantSplit/>
          <w:trHeight w:hRule="exact" w:val="298"/>
        </w:trPr>
        <w:tc>
          <w:tcPr>
            <w:tcW w:w="288" w:type="dxa"/>
            <w:vMerge w:val="restart"/>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（ふりがな）</w:t>
            </w:r>
          </w:p>
          <w:p w:rsidR="009E5FA9" w:rsidRPr="00E61B8B" w:rsidRDefault="009E5FA9" w:rsidP="00846D0D">
            <w:pPr>
              <w:jc w:val="center"/>
              <w:rPr>
                <w:sz w:val="22"/>
              </w:rPr>
            </w:pPr>
            <w:r w:rsidRPr="00E61B8B">
              <w:rPr>
                <w:rFonts w:hint="eastAsia"/>
                <w:sz w:val="22"/>
                <w:szCs w:val="19"/>
              </w:rPr>
              <w:t>氏　　　　名</w:t>
            </w:r>
          </w:p>
        </w:tc>
        <w:tc>
          <w:tcPr>
            <w:tcW w:w="1545"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sz w:val="22"/>
                <w:szCs w:val="19"/>
              </w:rPr>
            </w:pPr>
            <w:r w:rsidRPr="00E61B8B">
              <w:rPr>
                <w:rFonts w:hint="eastAsia"/>
                <w:sz w:val="22"/>
              </w:rPr>
              <w:t>生年月日</w:t>
            </w:r>
          </w:p>
          <w:p w:rsidR="009E5FA9" w:rsidRPr="00E61B8B" w:rsidRDefault="009E5FA9" w:rsidP="00846D0D">
            <w:pPr>
              <w:jc w:val="center"/>
              <w:rPr>
                <w:sz w:val="22"/>
              </w:rPr>
            </w:pP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本</w:t>
            </w:r>
            <w:r w:rsidRPr="00E61B8B">
              <w:rPr>
                <w:spacing w:val="-4"/>
                <w:sz w:val="22"/>
                <w:szCs w:val="19"/>
              </w:rPr>
              <w:t xml:space="preserve">                        </w:t>
            </w:r>
            <w:r w:rsidRPr="00E61B8B">
              <w:rPr>
                <w:rFonts w:hint="eastAsia"/>
                <w:spacing w:val="-4"/>
                <w:sz w:val="22"/>
                <w:szCs w:val="19"/>
              </w:rPr>
              <w:t xml:space="preserve"> </w:t>
            </w:r>
            <w:r w:rsidRPr="00E61B8B">
              <w:rPr>
                <w:rFonts w:hint="eastAsia"/>
                <w:spacing w:val="-4"/>
                <w:sz w:val="22"/>
                <w:szCs w:val="19"/>
              </w:rPr>
              <w:t>籍</w:t>
            </w: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pPr>
              <w:jc w:val="center"/>
              <w:rPr>
                <w:sz w:val="22"/>
              </w:rPr>
            </w:pPr>
          </w:p>
        </w:tc>
        <w:tc>
          <w:tcPr>
            <w:tcW w:w="1545" w:type="dxa"/>
            <w:tcBorders>
              <w:top w:val="nil"/>
              <w:left w:val="nil"/>
              <w:bottom w:val="single" w:sz="4" w:space="0" w:color="auto"/>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役職名・呼称</w:t>
            </w:r>
          </w:p>
          <w:p w:rsidR="009E5FA9" w:rsidRPr="00E61B8B" w:rsidRDefault="009E5FA9" w:rsidP="00846D0D">
            <w:pPr>
              <w:jc w:val="center"/>
              <w:rPr>
                <w:sz w:val="22"/>
              </w:rPr>
            </w:pP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住　　　　　　　　　　　　所</w:t>
            </w:r>
          </w:p>
          <w:p w:rsidR="009E5FA9" w:rsidRPr="00E61B8B" w:rsidRDefault="009E5FA9" w:rsidP="00846D0D">
            <w:pPr>
              <w:jc w:val="center"/>
              <w:rPr>
                <w:rFonts w:hint="eastAsia"/>
                <w:spacing w:val="-4"/>
                <w:sz w:val="22"/>
                <w:szCs w:val="19"/>
              </w:rPr>
            </w:pP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0"/>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FC1785" w:rsidP="00846D0D">
            <w:pPr>
              <w:rPr>
                <w:sz w:val="22"/>
              </w:rPr>
            </w:pPr>
            <w:r>
              <w:rPr>
                <w:noProof/>
                <w:sz w:val="22"/>
              </w:rPr>
              <mc:AlternateContent>
                <mc:Choice Requires="wps">
                  <w:drawing>
                    <wp:anchor distT="0" distB="0" distL="114300" distR="114300" simplePos="0" relativeHeight="251658240" behindDoc="0" locked="0" layoutInCell="1" allowOverlap="1">
                      <wp:simplePos x="0" y="0"/>
                      <wp:positionH relativeFrom="column">
                        <wp:posOffset>559435</wp:posOffset>
                      </wp:positionH>
                      <wp:positionV relativeFrom="paragraph">
                        <wp:posOffset>78105</wp:posOffset>
                      </wp:positionV>
                      <wp:extent cx="3267075" cy="314325"/>
                      <wp:effectExtent l="0" t="0" r="0" b="0"/>
                      <wp:wrapNone/>
                      <wp:docPr id="3" name="Text Box 2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6" o:spid="_x0000_s1029" type="#_x0000_t202" style="position:absolute;left:0;text-align:left;margin-left:44.05pt;margin-top:6.15pt;width:257.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60"/>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0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bl>
    <w:p w:rsidR="009E5FA9" w:rsidRPr="00E61B8B" w:rsidRDefault="009E5FA9" w:rsidP="009E5FA9">
      <w:pPr>
        <w:rPr>
          <w:rFonts w:hint="eastAsia"/>
          <w:sz w:val="22"/>
          <w:szCs w:val="19"/>
        </w:rPr>
      </w:pPr>
    </w:p>
    <w:p w:rsidR="009E5FA9" w:rsidRPr="00E61B8B" w:rsidRDefault="009E5FA9" w:rsidP="009E5FA9">
      <w:pPr>
        <w:jc w:val="center"/>
        <w:rPr>
          <w:rFonts w:hint="eastAsia"/>
        </w:rPr>
      </w:pPr>
      <w:r>
        <w:br w:type="page"/>
      </w:r>
      <w:r w:rsidRPr="00E61B8B">
        <w:rPr>
          <w:rFonts w:hint="eastAsia"/>
        </w:rPr>
        <w:lastRenderedPageBreak/>
        <w:t>（第３面）</w:t>
      </w:r>
    </w:p>
    <w:tbl>
      <w:tblPr>
        <w:tblW w:w="10062" w:type="dxa"/>
        <w:tblInd w:w="156" w:type="dxa"/>
        <w:tblLayout w:type="fixed"/>
        <w:tblCellMar>
          <w:left w:w="12" w:type="dxa"/>
          <w:right w:w="12" w:type="dxa"/>
        </w:tblCellMar>
        <w:tblLook w:val="0000" w:firstRow="0" w:lastRow="0" w:firstColumn="0" w:lastColumn="0" w:noHBand="0" w:noVBand="0"/>
      </w:tblPr>
      <w:tblGrid>
        <w:gridCol w:w="288"/>
        <w:gridCol w:w="1536"/>
        <w:gridCol w:w="1440"/>
        <w:gridCol w:w="1824"/>
        <w:gridCol w:w="1572"/>
        <w:gridCol w:w="3402"/>
      </w:tblGrid>
      <w:tr w:rsidR="009E5FA9" w:rsidRPr="00E61B8B" w:rsidTr="00846D0D">
        <w:tblPrEx>
          <w:tblCellMar>
            <w:top w:w="0" w:type="dxa"/>
            <w:bottom w:w="0" w:type="dxa"/>
          </w:tblCellMar>
        </w:tblPrEx>
        <w:trPr>
          <w:cantSplit/>
          <w:trHeight w:hRule="exact" w:val="592"/>
        </w:trPr>
        <w:tc>
          <w:tcPr>
            <w:tcW w:w="10062" w:type="dxa"/>
            <w:gridSpan w:val="6"/>
            <w:tcBorders>
              <w:top w:val="single" w:sz="4" w:space="0" w:color="auto"/>
              <w:left w:val="single" w:sz="4" w:space="0" w:color="auto"/>
              <w:bottom w:val="nil"/>
              <w:right w:val="single" w:sz="4" w:space="0" w:color="auto"/>
            </w:tcBorders>
          </w:tcPr>
          <w:p w:rsidR="009E5FA9" w:rsidRPr="00FC1785" w:rsidRDefault="009E5FA9" w:rsidP="00846D0D">
            <w:pPr>
              <w:rPr>
                <w:rFonts w:ascii="ＭＳ 明朝" w:hAnsi="ＭＳ 明朝" w:hint="eastAsia"/>
                <w:spacing w:val="-4"/>
                <w:szCs w:val="19"/>
              </w:rPr>
            </w:pPr>
            <w:r w:rsidRPr="00FC1785">
              <w:rPr>
                <w:rFonts w:ascii="ＭＳ 明朝" w:hAnsi="ＭＳ 明朝"/>
                <w:spacing w:val="-4"/>
                <w:szCs w:val="19"/>
              </w:rPr>
              <w:t xml:space="preserve"> </w:t>
            </w:r>
            <w:r w:rsidRPr="00FC1785">
              <w:rPr>
                <w:rFonts w:ascii="ＭＳ 明朝" w:hAnsi="ＭＳ 明朝" w:hint="eastAsia"/>
                <w:spacing w:val="-4"/>
                <w:szCs w:val="19"/>
              </w:rPr>
              <w:t>発行済株式総数の</w:t>
            </w:r>
            <w:r w:rsidRPr="00FC1785">
              <w:rPr>
                <w:rFonts w:ascii="ＭＳ 明朝" w:hAnsi="ＭＳ 明朝"/>
                <w:spacing w:val="-4"/>
                <w:szCs w:val="19"/>
              </w:rPr>
              <w:t xml:space="preserve"> 100</w:t>
            </w:r>
            <w:r w:rsidRPr="00FC1785">
              <w:rPr>
                <w:rFonts w:ascii="ＭＳ 明朝" w:hAnsi="ＭＳ 明朝" w:hint="eastAsia"/>
                <w:spacing w:val="-4"/>
                <w:szCs w:val="19"/>
              </w:rPr>
              <w:t>の５以上の株式を有する株主又は出資の額の</w:t>
            </w:r>
            <w:r w:rsidRPr="00FC1785">
              <w:rPr>
                <w:rFonts w:ascii="ＭＳ 明朝" w:hAnsi="ＭＳ 明朝"/>
                <w:spacing w:val="-4"/>
                <w:szCs w:val="19"/>
              </w:rPr>
              <w:t xml:space="preserve"> 100</w:t>
            </w:r>
            <w:r w:rsidRPr="00FC1785">
              <w:rPr>
                <w:rFonts w:ascii="ＭＳ 明朝" w:hAnsi="ＭＳ 明朝" w:hint="eastAsia"/>
                <w:spacing w:val="-4"/>
                <w:szCs w:val="19"/>
              </w:rPr>
              <w:t>分の５以上の額に相当する出資をし</w:t>
            </w:r>
          </w:p>
          <w:p w:rsidR="009E5FA9" w:rsidRPr="00FC1785" w:rsidRDefault="009E5FA9" w:rsidP="00846D0D">
            <w:pPr>
              <w:rPr>
                <w:rFonts w:ascii="ＭＳ 明朝" w:hAnsi="ＭＳ 明朝"/>
                <w:szCs w:val="19"/>
              </w:rPr>
            </w:pPr>
            <w:r w:rsidRPr="00FC1785">
              <w:rPr>
                <w:rFonts w:ascii="ＭＳ 明朝" w:hAnsi="ＭＳ 明朝" w:hint="eastAsia"/>
                <w:spacing w:val="-4"/>
                <w:szCs w:val="19"/>
              </w:rPr>
              <w:t xml:space="preserve"> ている者（申請者が法人である場合において、当該株主又は出資をしている者があるとき）</w:t>
            </w:r>
          </w:p>
          <w:p w:rsidR="009E5FA9" w:rsidRPr="00E61B8B" w:rsidRDefault="009E5FA9" w:rsidP="00846D0D"/>
        </w:tc>
      </w:tr>
      <w:tr w:rsidR="009E5FA9" w:rsidRPr="00E61B8B" w:rsidTr="00846D0D">
        <w:tblPrEx>
          <w:tblCellMar>
            <w:top w:w="0" w:type="dxa"/>
            <w:bottom w:w="0" w:type="dxa"/>
          </w:tblCellMar>
        </w:tblPrEx>
        <w:trPr>
          <w:cantSplit/>
          <w:trHeight w:hRule="exact" w:val="367"/>
        </w:trPr>
        <w:tc>
          <w:tcPr>
            <w:tcW w:w="288" w:type="dxa"/>
            <w:vMerge w:val="restart"/>
            <w:tcBorders>
              <w:top w:val="nil"/>
              <w:left w:val="single" w:sz="4" w:space="0" w:color="auto"/>
              <w:bottom w:val="nil"/>
              <w:right w:val="single" w:sz="4" w:space="0" w:color="auto"/>
            </w:tcBorders>
          </w:tcPr>
          <w:p w:rsidR="009E5FA9" w:rsidRPr="00E61B8B" w:rsidRDefault="009E5FA9" w:rsidP="00846D0D"/>
        </w:tc>
        <w:tc>
          <w:tcPr>
            <w:tcW w:w="1536" w:type="dxa"/>
            <w:tcBorders>
              <w:top w:val="single" w:sz="4" w:space="0" w:color="auto"/>
              <w:left w:val="single" w:sz="4" w:space="0" w:color="auto"/>
              <w:bottom w:val="single" w:sz="4" w:space="0" w:color="auto"/>
              <w:right w:val="single" w:sz="4" w:space="0" w:color="auto"/>
            </w:tcBorders>
            <w:vAlign w:val="center"/>
          </w:tcPr>
          <w:p w:rsidR="009E5FA9" w:rsidRPr="00E61B8B" w:rsidRDefault="009E5FA9" w:rsidP="00846D0D">
            <w:r w:rsidRPr="00E61B8B">
              <w:rPr>
                <w:szCs w:val="19"/>
              </w:rPr>
              <w:t xml:space="preserve"> </w:t>
            </w:r>
            <w:r w:rsidRPr="00FC1785">
              <w:rPr>
                <w:rFonts w:hint="eastAsia"/>
                <w:spacing w:val="1"/>
                <w:w w:val="75"/>
                <w:kern w:val="0"/>
                <w:szCs w:val="19"/>
                <w:fitText w:val="1260" w:id="1138899200"/>
              </w:rPr>
              <w:t>発行済株式の総</w:t>
            </w:r>
            <w:r w:rsidRPr="00FC1785">
              <w:rPr>
                <w:rFonts w:hint="eastAsia"/>
                <w:spacing w:val="-1"/>
                <w:w w:val="75"/>
                <w:kern w:val="0"/>
                <w:szCs w:val="19"/>
                <w:fitText w:val="1260" w:id="1138899200"/>
              </w:rPr>
              <w:t>数</w:t>
            </w:r>
          </w:p>
        </w:tc>
        <w:tc>
          <w:tcPr>
            <w:tcW w:w="3264" w:type="dxa"/>
            <w:gridSpan w:val="2"/>
            <w:tcBorders>
              <w:top w:val="single" w:sz="4" w:space="0" w:color="auto"/>
              <w:left w:val="nil"/>
              <w:bottom w:val="single" w:sz="4" w:space="0" w:color="auto"/>
              <w:right w:val="single" w:sz="4" w:space="0" w:color="auto"/>
            </w:tcBorders>
            <w:vAlign w:val="center"/>
          </w:tcPr>
          <w:p w:rsidR="009E5FA9" w:rsidRPr="00E61B8B" w:rsidRDefault="009E5FA9" w:rsidP="00846D0D">
            <w:r w:rsidRPr="00E61B8B">
              <w:rPr>
                <w:rFonts w:hint="eastAsia"/>
                <w:spacing w:val="-4"/>
                <w:szCs w:val="19"/>
              </w:rPr>
              <w:t xml:space="preserve">                          </w:t>
            </w:r>
            <w:r w:rsidRPr="00E61B8B">
              <w:rPr>
                <w:rFonts w:hint="eastAsia"/>
                <w:spacing w:val="-4"/>
                <w:szCs w:val="19"/>
              </w:rPr>
              <w:t>株</w:t>
            </w:r>
          </w:p>
        </w:tc>
        <w:tc>
          <w:tcPr>
            <w:tcW w:w="1572" w:type="dxa"/>
            <w:tcBorders>
              <w:top w:val="single" w:sz="4" w:space="0" w:color="auto"/>
              <w:left w:val="nil"/>
              <w:bottom w:val="single" w:sz="4" w:space="0" w:color="auto"/>
              <w:right w:val="single" w:sz="4" w:space="0" w:color="auto"/>
            </w:tcBorders>
            <w:vAlign w:val="center"/>
          </w:tcPr>
          <w:p w:rsidR="009E5FA9" w:rsidRPr="00E61B8B" w:rsidRDefault="009E5FA9" w:rsidP="00846D0D">
            <w:r w:rsidRPr="00E61B8B">
              <w:rPr>
                <w:szCs w:val="19"/>
              </w:rPr>
              <w:t xml:space="preserve"> </w:t>
            </w:r>
            <w:r w:rsidRPr="009E5FA9">
              <w:rPr>
                <w:rFonts w:hint="eastAsia"/>
                <w:spacing w:val="60"/>
                <w:kern w:val="0"/>
                <w:szCs w:val="19"/>
                <w:fitText w:val="1260" w:id="1138899201"/>
              </w:rPr>
              <w:t>出資の</w:t>
            </w:r>
            <w:r w:rsidRPr="009E5FA9">
              <w:rPr>
                <w:rFonts w:hint="eastAsia"/>
                <w:spacing w:val="30"/>
                <w:kern w:val="0"/>
                <w:szCs w:val="19"/>
                <w:fitText w:val="1260" w:id="1138899201"/>
              </w:rPr>
              <w:t>額</w:t>
            </w:r>
          </w:p>
        </w:tc>
        <w:tc>
          <w:tcPr>
            <w:tcW w:w="3402" w:type="dxa"/>
            <w:tcBorders>
              <w:top w:val="single" w:sz="4" w:space="0" w:color="auto"/>
              <w:left w:val="nil"/>
              <w:bottom w:val="single" w:sz="4" w:space="0" w:color="auto"/>
              <w:right w:val="single" w:sz="4" w:space="0" w:color="auto"/>
            </w:tcBorders>
            <w:vAlign w:val="center"/>
          </w:tcPr>
          <w:p w:rsidR="009E5FA9" w:rsidRPr="00E61B8B" w:rsidRDefault="009E5FA9" w:rsidP="00846D0D"/>
        </w:tc>
      </w:tr>
      <w:tr w:rsidR="009E5FA9" w:rsidRPr="00E61B8B" w:rsidTr="00846D0D">
        <w:tblPrEx>
          <w:tblCellMar>
            <w:top w:w="0" w:type="dxa"/>
            <w:bottom w:w="0" w:type="dxa"/>
          </w:tblCellMar>
        </w:tblPrEx>
        <w:trPr>
          <w:cantSplit/>
          <w:trHeight w:hRule="exact" w:val="327"/>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vAlign w:val="center"/>
          </w:tcPr>
          <w:p w:rsidR="009E5FA9" w:rsidRPr="00E61B8B" w:rsidRDefault="009E5FA9" w:rsidP="00846D0D">
            <w:pPr>
              <w:jc w:val="center"/>
              <w:rPr>
                <w:rFonts w:hint="eastAsia"/>
                <w:szCs w:val="19"/>
              </w:rPr>
            </w:pPr>
            <w:r w:rsidRPr="00E61B8B">
              <w:rPr>
                <w:rFonts w:hint="eastAsia"/>
                <w:szCs w:val="19"/>
              </w:rPr>
              <w:t>（ふりがな）</w:t>
            </w:r>
          </w:p>
          <w:p w:rsidR="009E5FA9" w:rsidRPr="00E61B8B" w:rsidRDefault="009E5FA9" w:rsidP="00846D0D">
            <w:pPr>
              <w:jc w:val="center"/>
            </w:pPr>
            <w:r w:rsidRPr="00E61B8B">
              <w:rPr>
                <w:rFonts w:hint="eastAsia"/>
                <w:szCs w:val="19"/>
              </w:rPr>
              <w:t>氏名又は名称</w:t>
            </w:r>
          </w:p>
        </w:tc>
        <w:tc>
          <w:tcPr>
            <w:tcW w:w="1440" w:type="dxa"/>
            <w:vMerge w:val="restart"/>
            <w:tcBorders>
              <w:top w:val="nil"/>
              <w:left w:val="nil"/>
              <w:bottom w:val="nil"/>
              <w:right w:val="single" w:sz="4" w:space="0" w:color="auto"/>
            </w:tcBorders>
            <w:vAlign w:val="center"/>
          </w:tcPr>
          <w:p w:rsidR="009E5FA9" w:rsidRPr="00E61B8B" w:rsidRDefault="009E5FA9" w:rsidP="00846D0D">
            <w:pPr>
              <w:jc w:val="center"/>
            </w:pPr>
            <w:r w:rsidRPr="00E61B8B">
              <w:rPr>
                <w:rFonts w:hint="eastAsia"/>
                <w:spacing w:val="-4"/>
                <w:szCs w:val="20"/>
              </w:rPr>
              <w:t>生</w:t>
            </w:r>
            <w:r w:rsidRPr="00E61B8B">
              <w:rPr>
                <w:rFonts w:hint="eastAsia"/>
                <w:spacing w:val="-4"/>
                <w:szCs w:val="20"/>
              </w:rPr>
              <w:t xml:space="preserve"> </w:t>
            </w:r>
            <w:r w:rsidRPr="00E61B8B">
              <w:rPr>
                <w:rFonts w:hint="eastAsia"/>
                <w:spacing w:val="-4"/>
                <w:szCs w:val="20"/>
              </w:rPr>
              <w:t>年</w:t>
            </w:r>
            <w:r w:rsidRPr="00E61B8B">
              <w:rPr>
                <w:rFonts w:hint="eastAsia"/>
                <w:spacing w:val="-4"/>
                <w:szCs w:val="20"/>
              </w:rPr>
              <w:t xml:space="preserve"> </w:t>
            </w:r>
            <w:r w:rsidRPr="00E61B8B">
              <w:rPr>
                <w:rFonts w:hint="eastAsia"/>
                <w:spacing w:val="-4"/>
                <w:szCs w:val="20"/>
              </w:rPr>
              <w:t>月</w:t>
            </w:r>
            <w:r w:rsidRPr="00E61B8B">
              <w:rPr>
                <w:rFonts w:hint="eastAsia"/>
                <w:spacing w:val="-4"/>
                <w:szCs w:val="20"/>
              </w:rPr>
              <w:t xml:space="preserve"> </w:t>
            </w:r>
            <w:r w:rsidRPr="00E61B8B">
              <w:rPr>
                <w:rFonts w:hint="eastAsia"/>
                <w:spacing w:val="-4"/>
                <w:szCs w:val="20"/>
              </w:rPr>
              <w:t>日</w:t>
            </w:r>
          </w:p>
        </w:tc>
        <w:tc>
          <w:tcPr>
            <w:tcW w:w="1824" w:type="dxa"/>
            <w:tcBorders>
              <w:top w:val="nil"/>
              <w:left w:val="nil"/>
              <w:bottom w:val="single" w:sz="4" w:space="0" w:color="auto"/>
              <w:right w:val="single" w:sz="4" w:space="0" w:color="auto"/>
            </w:tcBorders>
            <w:vAlign w:val="center"/>
          </w:tcPr>
          <w:p w:rsidR="009E5FA9" w:rsidRPr="00E61B8B" w:rsidRDefault="009E5FA9" w:rsidP="00846D0D">
            <w:pPr>
              <w:jc w:val="center"/>
              <w:rPr>
                <w:szCs w:val="19"/>
              </w:rPr>
            </w:pPr>
            <w:r w:rsidRPr="00E61B8B">
              <w:rPr>
                <w:rFonts w:hint="eastAsia"/>
                <w:w w:val="50"/>
                <w:szCs w:val="19"/>
              </w:rPr>
              <w:t>保有する株式の数又は出資の金額</w:t>
            </w:r>
          </w:p>
          <w:p w:rsidR="009E5FA9" w:rsidRPr="00E61B8B" w:rsidRDefault="009E5FA9" w:rsidP="00846D0D">
            <w:pPr>
              <w:jc w:val="center"/>
            </w:pPr>
          </w:p>
        </w:tc>
        <w:tc>
          <w:tcPr>
            <w:tcW w:w="4974" w:type="dxa"/>
            <w:gridSpan w:val="2"/>
            <w:tcBorders>
              <w:top w:val="nil"/>
              <w:left w:val="nil"/>
              <w:bottom w:val="single" w:sz="4" w:space="0" w:color="auto"/>
              <w:right w:val="single" w:sz="4" w:space="0" w:color="auto"/>
            </w:tcBorders>
            <w:vAlign w:val="center"/>
          </w:tcPr>
          <w:p w:rsidR="009E5FA9" w:rsidRPr="00E61B8B" w:rsidRDefault="009E5FA9" w:rsidP="00846D0D">
            <w:pPr>
              <w:jc w:val="center"/>
              <w:rPr>
                <w:szCs w:val="19"/>
              </w:rPr>
            </w:pPr>
            <w:r w:rsidRPr="00E61B8B">
              <w:rPr>
                <w:rFonts w:hint="eastAsia"/>
                <w:spacing w:val="-4"/>
                <w:szCs w:val="19"/>
              </w:rPr>
              <w:t>本</w:t>
            </w:r>
            <w:r w:rsidRPr="00E61B8B">
              <w:rPr>
                <w:spacing w:val="-4"/>
                <w:szCs w:val="19"/>
              </w:rPr>
              <w:t xml:space="preserve">                      </w:t>
            </w:r>
            <w:r w:rsidRPr="00E61B8B">
              <w:rPr>
                <w:rFonts w:hint="eastAsia"/>
                <w:spacing w:val="-4"/>
                <w:szCs w:val="19"/>
              </w:rPr>
              <w:t>籍</w:t>
            </w:r>
          </w:p>
          <w:p w:rsidR="009E5FA9" w:rsidRPr="00E61B8B" w:rsidRDefault="009E5FA9" w:rsidP="00846D0D">
            <w:pPr>
              <w:jc w:val="center"/>
            </w:pPr>
          </w:p>
        </w:tc>
      </w:tr>
      <w:tr w:rsidR="009E5FA9" w:rsidRPr="00E61B8B" w:rsidTr="00846D0D">
        <w:tblPrEx>
          <w:tblCellMar>
            <w:top w:w="0" w:type="dxa"/>
            <w:bottom w:w="0" w:type="dxa"/>
          </w:tblCellMar>
        </w:tblPrEx>
        <w:trPr>
          <w:cantSplit/>
          <w:trHeight w:hRule="exact" w:val="275"/>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pPr>
          </w:p>
        </w:tc>
        <w:tc>
          <w:tcPr>
            <w:tcW w:w="1440" w:type="dxa"/>
            <w:vMerge/>
            <w:tcBorders>
              <w:top w:val="nil"/>
              <w:left w:val="nil"/>
              <w:bottom w:val="single" w:sz="4" w:space="0" w:color="auto"/>
              <w:right w:val="single" w:sz="4" w:space="0" w:color="auto"/>
            </w:tcBorders>
            <w:vAlign w:val="center"/>
          </w:tcPr>
          <w:p w:rsidR="009E5FA9" w:rsidRPr="00E61B8B" w:rsidRDefault="009E5FA9" w:rsidP="00846D0D">
            <w:pPr>
              <w:jc w:val="center"/>
            </w:pPr>
          </w:p>
        </w:tc>
        <w:tc>
          <w:tcPr>
            <w:tcW w:w="1824" w:type="dxa"/>
            <w:tcBorders>
              <w:top w:val="nil"/>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4"/>
                <w:szCs w:val="19"/>
              </w:rPr>
              <w:t>割　　　　合</w:t>
            </w:r>
          </w:p>
        </w:tc>
        <w:tc>
          <w:tcPr>
            <w:tcW w:w="4974" w:type="dxa"/>
            <w:gridSpan w:val="2"/>
            <w:tcBorders>
              <w:top w:val="nil"/>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4"/>
                <w:szCs w:val="19"/>
              </w:rPr>
              <w:t>住</w:t>
            </w:r>
            <w:r w:rsidRPr="00E61B8B">
              <w:rPr>
                <w:spacing w:val="-4"/>
                <w:szCs w:val="19"/>
              </w:rPr>
              <w:t xml:space="preserve">                      </w:t>
            </w:r>
            <w:r w:rsidRPr="00E61B8B">
              <w:rPr>
                <w:rFonts w:hint="eastAsia"/>
                <w:spacing w:val="-4"/>
                <w:szCs w:val="19"/>
              </w:rPr>
              <w:t>所</w:t>
            </w:r>
          </w:p>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vMerge w:val="restart"/>
            <w:tcBorders>
              <w:top w:val="nil"/>
              <w:left w:val="nil"/>
              <w:bottom w:val="nil"/>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vMerge/>
            <w:tcBorders>
              <w:top w:val="nil"/>
              <w:left w:val="nil"/>
              <w:bottom w:val="single" w:sz="4" w:space="0" w:color="auto"/>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vMerge w:val="restart"/>
            <w:tcBorders>
              <w:top w:val="nil"/>
              <w:left w:val="nil"/>
              <w:bottom w:val="nil"/>
              <w:right w:val="single" w:sz="4" w:space="0" w:color="auto"/>
            </w:tcBorders>
          </w:tcPr>
          <w:p w:rsidR="009E5FA9" w:rsidRPr="00E61B8B" w:rsidRDefault="00FC1785" w:rsidP="00846D0D">
            <w:r>
              <w:rPr>
                <w:noProof/>
              </w:rPr>
              <mc:AlternateContent>
                <mc:Choice Requires="wps">
                  <w:drawing>
                    <wp:anchor distT="0" distB="0" distL="114300" distR="114300" simplePos="0" relativeHeight="251660288" behindDoc="0" locked="0" layoutInCell="1" allowOverlap="1">
                      <wp:simplePos x="0" y="0"/>
                      <wp:positionH relativeFrom="column">
                        <wp:posOffset>465455</wp:posOffset>
                      </wp:positionH>
                      <wp:positionV relativeFrom="paragraph">
                        <wp:posOffset>346710</wp:posOffset>
                      </wp:positionV>
                      <wp:extent cx="3267075" cy="314325"/>
                      <wp:effectExtent l="0" t="0" r="0" b="0"/>
                      <wp:wrapNone/>
                      <wp:docPr id="2" name="Text Box 2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sidRPr="00EC3B2E">
                                    <w:rPr>
                                      <w:rFonts w:ascii="ＭＳ ゴシック" w:eastAsia="ＭＳ ゴシック" w:hAnsi="ＭＳ ゴシック" w:hint="eastAsia"/>
                                      <w:bCs/>
                                      <w:spacing w:val="-4"/>
                                      <w:w w:val="200"/>
                                      <w:szCs w:val="19"/>
                                    </w:rPr>
                                    <w:t>別紙</w:t>
                                  </w:r>
                                  <w:r>
                                    <w:rPr>
                                      <w:rFonts w:ascii="ＭＳ ゴシック" w:eastAsia="ＭＳ ゴシック" w:hAnsi="ＭＳ ゴシック" w:hint="eastAsia"/>
                                      <w:bCs/>
                                      <w:spacing w:val="-4"/>
                                      <w:w w:val="200"/>
                                      <w:szCs w:val="19"/>
                                    </w:rPr>
                                    <w:t>６</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8" o:spid="_x0000_s1030" type="#_x0000_t202" style="position:absolute;left:0;text-align:left;margin-left:36.65pt;margin-top:27.3pt;width:257.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">
                      <v:textbox>
                        <w:txbxContent>
                          <w:p w:rsidR="00BC1D2F" w:rsidRPr="00EC3B2E" w:rsidRDefault="00BC1D2F" w:rsidP="009E5FA9">
                            <w:pPr>
                              <w:jc w:val="center"/>
                              <w:rPr>
                                <w:rFonts w:ascii="ＭＳ ゴシック" w:eastAsia="ＭＳ ゴシック" w:hAnsi="ＭＳ ゴシック"/>
                              </w:rPr>
                            </w:pPr>
                            <w:r w:rsidRPr="00EC3B2E">
                              <w:rPr>
                                <w:rFonts w:ascii="ＭＳ ゴシック" w:eastAsia="ＭＳ ゴシック" w:hAnsi="ＭＳ ゴシック" w:hint="eastAsia"/>
                                <w:bCs/>
                                <w:spacing w:val="-4"/>
                                <w:w w:val="200"/>
                                <w:szCs w:val="19"/>
                              </w:rPr>
                              <w:t>別紙</w:t>
                            </w:r>
                            <w:r>
                              <w:rPr>
                                <w:rFonts w:ascii="ＭＳ ゴシック" w:eastAsia="ＭＳ ゴシック" w:hAnsi="ＭＳ ゴシック" w:hint="eastAsia"/>
                                <w:bCs/>
                                <w:spacing w:val="-4"/>
                                <w:w w:val="200"/>
                                <w:szCs w:val="19"/>
                              </w:rPr>
                              <w:t>６</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vMerge/>
            <w:tcBorders>
              <w:top w:val="nil"/>
              <w:left w:val="nil"/>
              <w:bottom w:val="single" w:sz="4" w:space="0" w:color="auto"/>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single" w:sz="4" w:space="0" w:color="auto"/>
              <w:left w:val="single" w:sz="4" w:space="0" w:color="auto"/>
              <w:right w:val="single" w:sz="4" w:space="0" w:color="auto"/>
            </w:tcBorders>
          </w:tcPr>
          <w:p w:rsidR="009E5FA9" w:rsidRPr="00E61B8B" w:rsidRDefault="009E5FA9" w:rsidP="00846D0D"/>
        </w:tc>
        <w:tc>
          <w:tcPr>
            <w:tcW w:w="1440" w:type="dxa"/>
            <w:vMerge w:val="restart"/>
            <w:tcBorders>
              <w:top w:val="single" w:sz="4" w:space="0" w:color="auto"/>
              <w:left w:val="nil"/>
              <w:right w:val="single" w:sz="4" w:space="0" w:color="auto"/>
            </w:tcBorders>
          </w:tcPr>
          <w:p w:rsidR="009E5FA9" w:rsidRPr="00E61B8B" w:rsidRDefault="009E5FA9" w:rsidP="00846D0D"/>
        </w:tc>
        <w:tc>
          <w:tcPr>
            <w:tcW w:w="1824" w:type="dxa"/>
            <w:tcBorders>
              <w:top w:val="single" w:sz="4" w:space="0" w:color="auto"/>
              <w:left w:val="nil"/>
              <w:bottom w:val="single" w:sz="4" w:space="0" w:color="auto"/>
              <w:right w:val="single" w:sz="4" w:space="0" w:color="auto"/>
            </w:tcBorders>
          </w:tcPr>
          <w:p w:rsidR="009E5FA9" w:rsidRPr="00E61B8B" w:rsidRDefault="009E5FA9" w:rsidP="00846D0D"/>
        </w:tc>
        <w:tc>
          <w:tcPr>
            <w:tcW w:w="4974" w:type="dxa"/>
            <w:gridSpan w:val="2"/>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left w:val="single" w:sz="4" w:space="0" w:color="auto"/>
              <w:bottom w:val="single" w:sz="4" w:space="0" w:color="auto"/>
              <w:right w:val="single" w:sz="4" w:space="0" w:color="auto"/>
            </w:tcBorders>
          </w:tcPr>
          <w:p w:rsidR="009E5FA9" w:rsidRPr="00E61B8B" w:rsidRDefault="009E5FA9" w:rsidP="00846D0D"/>
        </w:tc>
        <w:tc>
          <w:tcPr>
            <w:tcW w:w="1440" w:type="dxa"/>
            <w:vMerge/>
            <w:tcBorders>
              <w:left w:val="nil"/>
              <w:bottom w:val="single" w:sz="4" w:space="0" w:color="auto"/>
              <w:right w:val="single" w:sz="4" w:space="0" w:color="auto"/>
            </w:tcBorders>
          </w:tcPr>
          <w:p w:rsidR="009E5FA9" w:rsidRPr="00E61B8B" w:rsidRDefault="009E5FA9" w:rsidP="00846D0D"/>
        </w:tc>
        <w:tc>
          <w:tcPr>
            <w:tcW w:w="1824" w:type="dxa"/>
            <w:tcBorders>
              <w:top w:val="single" w:sz="4" w:space="0" w:color="auto"/>
              <w:left w:val="nil"/>
              <w:bottom w:val="single" w:sz="4" w:space="0" w:color="auto"/>
              <w:right w:val="single" w:sz="4" w:space="0" w:color="auto"/>
            </w:tcBorders>
          </w:tcPr>
          <w:p w:rsidR="009E5FA9" w:rsidRPr="00E61B8B" w:rsidRDefault="009E5FA9" w:rsidP="00846D0D"/>
        </w:tc>
        <w:tc>
          <w:tcPr>
            <w:tcW w:w="4974" w:type="dxa"/>
            <w:gridSpan w:val="2"/>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right w:val="nil"/>
            </w:tcBorders>
          </w:tcPr>
          <w:p w:rsidR="009E5FA9" w:rsidRPr="00E61B8B" w:rsidRDefault="009E5FA9" w:rsidP="00846D0D"/>
        </w:tc>
        <w:tc>
          <w:tcPr>
            <w:tcW w:w="1440" w:type="dxa"/>
            <w:vMerge w:val="restart"/>
            <w:tcBorders>
              <w:top w:val="nil"/>
              <w:left w:val="single" w:sz="4" w:space="0" w:color="auto"/>
              <w:right w:val="single" w:sz="4" w:space="0" w:color="auto"/>
            </w:tcBorders>
          </w:tcPr>
          <w:p w:rsidR="009E5FA9" w:rsidRPr="00E61B8B" w:rsidRDefault="009E5FA9" w:rsidP="00846D0D"/>
        </w:tc>
        <w:tc>
          <w:tcPr>
            <w:tcW w:w="1824" w:type="dxa"/>
            <w:tcBorders>
              <w:top w:val="single" w:sz="4" w:space="0" w:color="auto"/>
              <w:left w:val="nil"/>
              <w:bottom w:val="single" w:sz="4" w:space="0" w:color="auto"/>
              <w:right w:val="single" w:sz="4" w:space="0" w:color="auto"/>
            </w:tcBorders>
          </w:tcPr>
          <w:p w:rsidR="009E5FA9" w:rsidRPr="00E61B8B" w:rsidRDefault="009E5FA9" w:rsidP="00846D0D"/>
        </w:tc>
        <w:tc>
          <w:tcPr>
            <w:tcW w:w="4974" w:type="dxa"/>
            <w:gridSpan w:val="2"/>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left w:val="single" w:sz="4" w:space="0" w:color="auto"/>
              <w:bottom w:val="single" w:sz="4" w:space="0" w:color="auto"/>
              <w:right w:val="nil"/>
            </w:tcBorders>
          </w:tcPr>
          <w:p w:rsidR="009E5FA9" w:rsidRPr="00E61B8B" w:rsidRDefault="009E5FA9" w:rsidP="00846D0D"/>
        </w:tc>
        <w:tc>
          <w:tcPr>
            <w:tcW w:w="1440" w:type="dxa"/>
            <w:vMerge/>
            <w:tcBorders>
              <w:left w:val="single" w:sz="4" w:space="0" w:color="auto"/>
              <w:bottom w:val="single" w:sz="4" w:space="0" w:color="auto"/>
              <w:right w:val="single" w:sz="4" w:space="0" w:color="auto"/>
            </w:tcBorders>
          </w:tcPr>
          <w:p w:rsidR="009E5FA9" w:rsidRPr="00E61B8B" w:rsidRDefault="009E5FA9" w:rsidP="00846D0D"/>
        </w:tc>
        <w:tc>
          <w:tcPr>
            <w:tcW w:w="1824" w:type="dxa"/>
            <w:tcBorders>
              <w:top w:val="single" w:sz="4" w:space="0" w:color="auto"/>
              <w:left w:val="nil"/>
              <w:bottom w:val="single" w:sz="4" w:space="0" w:color="auto"/>
              <w:right w:val="single" w:sz="4" w:space="0" w:color="auto"/>
            </w:tcBorders>
          </w:tcPr>
          <w:p w:rsidR="009E5FA9" w:rsidRPr="00E61B8B" w:rsidRDefault="009E5FA9" w:rsidP="00846D0D"/>
        </w:tc>
        <w:tc>
          <w:tcPr>
            <w:tcW w:w="4974" w:type="dxa"/>
            <w:gridSpan w:val="2"/>
            <w:tcBorders>
              <w:top w:val="single" w:sz="4" w:space="0" w:color="auto"/>
              <w:left w:val="nil"/>
              <w:bottom w:val="nil"/>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vMerge w:val="restart"/>
            <w:tcBorders>
              <w:top w:val="nil"/>
              <w:left w:val="nil"/>
              <w:bottom w:val="nil"/>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vMerge/>
            <w:tcBorders>
              <w:top w:val="nil"/>
              <w:left w:val="nil"/>
              <w:bottom w:val="single" w:sz="4" w:space="0" w:color="auto"/>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45"/>
        </w:trPr>
        <w:tc>
          <w:tcPr>
            <w:tcW w:w="10062" w:type="dxa"/>
            <w:gridSpan w:val="6"/>
            <w:tcBorders>
              <w:top w:val="nil"/>
              <w:left w:val="single" w:sz="4" w:space="0" w:color="auto"/>
              <w:bottom w:val="nil"/>
              <w:right w:val="single" w:sz="4" w:space="0" w:color="auto"/>
            </w:tcBorders>
            <w:vAlign w:val="center"/>
          </w:tcPr>
          <w:p w:rsidR="009E5FA9" w:rsidRPr="00FC1785" w:rsidRDefault="009E5FA9" w:rsidP="00846D0D">
            <w:pPr>
              <w:rPr>
                <w:rFonts w:ascii="ＭＳ 明朝" w:hAnsi="ＭＳ 明朝"/>
                <w:szCs w:val="19"/>
              </w:rPr>
            </w:pPr>
            <w:r w:rsidRPr="00E61B8B">
              <w:rPr>
                <w:spacing w:val="-4"/>
                <w:szCs w:val="19"/>
              </w:rPr>
              <w:t xml:space="preserve"> </w:t>
            </w:r>
            <w:r w:rsidRPr="00FC1785">
              <w:rPr>
                <w:rFonts w:ascii="ＭＳ 明朝" w:hAnsi="ＭＳ 明朝" w:hint="eastAsia"/>
                <w:spacing w:val="-4"/>
                <w:szCs w:val="19"/>
              </w:rPr>
              <w:t>令第６条の</w:t>
            </w:r>
            <w:r w:rsidRPr="00FC1785">
              <w:rPr>
                <w:rFonts w:ascii="ＭＳ 明朝" w:hAnsi="ＭＳ 明朝"/>
                <w:spacing w:val="-4"/>
                <w:szCs w:val="19"/>
              </w:rPr>
              <w:t>10</w:t>
            </w:r>
            <w:r w:rsidRPr="00FC1785">
              <w:rPr>
                <w:rFonts w:ascii="ＭＳ 明朝" w:hAnsi="ＭＳ 明朝" w:hint="eastAsia"/>
                <w:spacing w:val="-4"/>
                <w:szCs w:val="19"/>
              </w:rPr>
              <w:t>に規定する使用人（申請者に当該使用人がある場合）</w:t>
            </w:r>
          </w:p>
          <w:p w:rsidR="009E5FA9" w:rsidRPr="00E61B8B" w:rsidRDefault="009E5FA9" w:rsidP="00846D0D"/>
        </w:tc>
      </w:tr>
      <w:tr w:rsidR="009E5FA9" w:rsidRPr="00E61B8B" w:rsidTr="00846D0D">
        <w:tblPrEx>
          <w:tblCellMar>
            <w:top w:w="0" w:type="dxa"/>
            <w:bottom w:w="0" w:type="dxa"/>
          </w:tblCellMar>
        </w:tblPrEx>
        <w:trPr>
          <w:cantSplit/>
          <w:trHeight w:hRule="exact" w:val="305"/>
        </w:trPr>
        <w:tc>
          <w:tcPr>
            <w:tcW w:w="288" w:type="dxa"/>
            <w:vMerge w:val="restart"/>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Cs w:val="20"/>
              </w:rPr>
            </w:pPr>
            <w:r w:rsidRPr="00E61B8B">
              <w:rPr>
                <w:rFonts w:hint="eastAsia"/>
                <w:spacing w:val="-4"/>
                <w:szCs w:val="20"/>
              </w:rPr>
              <w:t>（ふりがな）</w:t>
            </w:r>
          </w:p>
          <w:p w:rsidR="009E5FA9" w:rsidRPr="00E61B8B" w:rsidRDefault="009E5FA9" w:rsidP="00846D0D">
            <w:pPr>
              <w:jc w:val="center"/>
            </w:pPr>
            <w:r w:rsidRPr="00E61B8B">
              <w:rPr>
                <w:rFonts w:hint="eastAsia"/>
                <w:spacing w:val="-4"/>
                <w:szCs w:val="20"/>
              </w:rPr>
              <w:t>氏　　　　名</w:t>
            </w:r>
          </w:p>
        </w:tc>
        <w:tc>
          <w:tcPr>
            <w:tcW w:w="1440"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4"/>
                <w:szCs w:val="20"/>
              </w:rPr>
              <w:t>生</w:t>
            </w:r>
            <w:r w:rsidRPr="00E61B8B">
              <w:rPr>
                <w:rFonts w:hint="eastAsia"/>
                <w:spacing w:val="-4"/>
                <w:szCs w:val="20"/>
              </w:rPr>
              <w:t xml:space="preserve"> </w:t>
            </w:r>
            <w:r w:rsidRPr="00E61B8B">
              <w:rPr>
                <w:rFonts w:hint="eastAsia"/>
                <w:spacing w:val="-4"/>
                <w:szCs w:val="20"/>
              </w:rPr>
              <w:t>年</w:t>
            </w:r>
            <w:r w:rsidRPr="00E61B8B">
              <w:rPr>
                <w:rFonts w:hint="eastAsia"/>
                <w:spacing w:val="-4"/>
                <w:szCs w:val="20"/>
              </w:rPr>
              <w:t xml:space="preserve"> </w:t>
            </w:r>
            <w:r w:rsidRPr="00E61B8B">
              <w:rPr>
                <w:rFonts w:hint="eastAsia"/>
                <w:spacing w:val="-4"/>
                <w:szCs w:val="20"/>
              </w:rPr>
              <w:t>月</w:t>
            </w:r>
            <w:r w:rsidRPr="00E61B8B">
              <w:rPr>
                <w:rFonts w:hint="eastAsia"/>
                <w:spacing w:val="-4"/>
                <w:szCs w:val="20"/>
              </w:rPr>
              <w:t xml:space="preserve"> </w:t>
            </w:r>
            <w:r w:rsidRPr="00E61B8B">
              <w:rPr>
                <w:rFonts w:hint="eastAsia"/>
                <w:spacing w:val="-4"/>
                <w:szCs w:val="20"/>
              </w:rPr>
              <w:t>日</w:t>
            </w:r>
          </w:p>
        </w:tc>
        <w:tc>
          <w:tcPr>
            <w:tcW w:w="6798" w:type="dxa"/>
            <w:gridSpan w:val="3"/>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8"/>
                <w:szCs w:val="20"/>
              </w:rPr>
              <w:t>本</w:t>
            </w:r>
            <w:r w:rsidRPr="00E61B8B">
              <w:rPr>
                <w:rFonts w:hint="eastAsia"/>
                <w:spacing w:val="-8"/>
                <w:szCs w:val="20"/>
              </w:rPr>
              <w:t xml:space="preserve">                             </w:t>
            </w:r>
            <w:r w:rsidRPr="00E61B8B">
              <w:rPr>
                <w:rFonts w:hint="eastAsia"/>
                <w:spacing w:val="-8"/>
                <w:szCs w:val="20"/>
              </w:rPr>
              <w:t>籍</w:t>
            </w:r>
          </w:p>
        </w:tc>
      </w:tr>
      <w:tr w:rsidR="009E5FA9" w:rsidRPr="00E61B8B" w:rsidTr="00846D0D">
        <w:tblPrEx>
          <w:tblCellMar>
            <w:top w:w="0" w:type="dxa"/>
            <w:bottom w:w="0" w:type="dxa"/>
          </w:tblCellMar>
        </w:tblPrEx>
        <w:trPr>
          <w:cantSplit/>
          <w:trHeight w:hRule="exact" w:val="295"/>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pPr>
          </w:p>
        </w:tc>
        <w:tc>
          <w:tcPr>
            <w:tcW w:w="1440" w:type="dxa"/>
            <w:tcBorders>
              <w:top w:val="nil"/>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4"/>
                <w:szCs w:val="20"/>
              </w:rPr>
              <w:t>役職名・呼称</w:t>
            </w:r>
          </w:p>
        </w:tc>
        <w:tc>
          <w:tcPr>
            <w:tcW w:w="6798" w:type="dxa"/>
            <w:gridSpan w:val="3"/>
            <w:tcBorders>
              <w:top w:val="nil"/>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8"/>
                <w:szCs w:val="20"/>
              </w:rPr>
              <w:t>住</w:t>
            </w:r>
            <w:r w:rsidRPr="00E61B8B">
              <w:rPr>
                <w:rFonts w:hint="eastAsia"/>
                <w:spacing w:val="-8"/>
                <w:szCs w:val="20"/>
              </w:rPr>
              <w:t xml:space="preserve">                             </w:t>
            </w:r>
            <w:r w:rsidRPr="00E61B8B">
              <w:rPr>
                <w:rFonts w:hint="eastAsia"/>
                <w:spacing w:val="-8"/>
                <w:szCs w:val="20"/>
              </w:rPr>
              <w:t>所</w:t>
            </w:r>
          </w:p>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right w:val="nil"/>
            </w:tcBorders>
          </w:tcPr>
          <w:p w:rsidR="009E5FA9" w:rsidRPr="00E61B8B" w:rsidRDefault="009E5FA9" w:rsidP="00846D0D"/>
        </w:tc>
        <w:tc>
          <w:tcPr>
            <w:tcW w:w="1440" w:type="dxa"/>
            <w:tcBorders>
              <w:top w:val="nil"/>
              <w:left w:val="single" w:sz="4" w:space="0" w:color="auto"/>
              <w:bottom w:val="single" w:sz="4" w:space="0" w:color="auto"/>
              <w:right w:val="single" w:sz="4" w:space="0" w:color="auto"/>
            </w:tcBorders>
          </w:tcPr>
          <w:p w:rsidR="009E5FA9" w:rsidRPr="00E61B8B" w:rsidRDefault="00FC1785" w:rsidP="00846D0D">
            <w:r>
              <w:rPr>
                <w:noProof/>
              </w:rPr>
              <mc:AlternateContent>
                <mc:Choice Requires="wps">
                  <w:drawing>
                    <wp:anchor distT="0" distB="0" distL="114300" distR="114300" simplePos="0" relativeHeight="251659264" behindDoc="0" locked="0" layoutInCell="1" allowOverlap="1">
                      <wp:simplePos x="0" y="0"/>
                      <wp:positionH relativeFrom="column">
                        <wp:posOffset>465455</wp:posOffset>
                      </wp:positionH>
                      <wp:positionV relativeFrom="paragraph">
                        <wp:posOffset>106680</wp:posOffset>
                      </wp:positionV>
                      <wp:extent cx="3267075" cy="314325"/>
                      <wp:effectExtent l="0" t="0" r="0" b="0"/>
                      <wp:wrapNone/>
                      <wp:docPr id="1" name="Text Box 2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7" o:spid="_x0000_s1031" type="#_x0000_t202" style="position:absolute;left:0;text-align:left;margin-left:36.65pt;margin-top:8.4pt;width:257.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left w:val="single" w:sz="4" w:space="0" w:color="auto"/>
              <w:bottom w:val="single" w:sz="4" w:space="0" w:color="auto"/>
              <w:right w:val="nil"/>
            </w:tcBorders>
          </w:tcPr>
          <w:p w:rsidR="009E5FA9" w:rsidRPr="00E61B8B" w:rsidRDefault="009E5FA9" w:rsidP="00846D0D"/>
        </w:tc>
        <w:tc>
          <w:tcPr>
            <w:tcW w:w="1440" w:type="dxa"/>
            <w:tcBorders>
              <w:top w:val="single" w:sz="4" w:space="0" w:color="auto"/>
              <w:left w:val="single" w:sz="4" w:space="0" w:color="auto"/>
              <w:bottom w:val="single" w:sz="4" w:space="0" w:color="auto"/>
              <w:right w:val="single" w:sz="4" w:space="0" w:color="auto"/>
            </w:tcBorders>
          </w:tcPr>
          <w:p w:rsidR="009E5FA9" w:rsidRPr="00E61B8B" w:rsidRDefault="009E5FA9" w:rsidP="00846D0D"/>
        </w:tc>
        <w:tc>
          <w:tcPr>
            <w:tcW w:w="6798" w:type="dxa"/>
            <w:gridSpan w:val="3"/>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single" w:sz="4" w:space="0" w:color="auto"/>
              <w:left w:val="single" w:sz="4" w:space="0" w:color="auto"/>
              <w:right w:val="nil"/>
            </w:tcBorders>
          </w:tcPr>
          <w:p w:rsidR="009E5FA9" w:rsidRPr="00E61B8B" w:rsidRDefault="009E5FA9" w:rsidP="00846D0D"/>
        </w:tc>
        <w:tc>
          <w:tcPr>
            <w:tcW w:w="1440" w:type="dxa"/>
            <w:tcBorders>
              <w:top w:val="single" w:sz="4" w:space="0" w:color="auto"/>
              <w:left w:val="single" w:sz="4" w:space="0" w:color="auto"/>
              <w:bottom w:val="single" w:sz="4" w:space="0" w:color="auto"/>
              <w:right w:val="single" w:sz="4" w:space="0" w:color="auto"/>
            </w:tcBorders>
          </w:tcPr>
          <w:p w:rsidR="009E5FA9" w:rsidRPr="00E61B8B" w:rsidRDefault="009E5FA9" w:rsidP="00846D0D"/>
        </w:tc>
        <w:tc>
          <w:tcPr>
            <w:tcW w:w="6798" w:type="dxa"/>
            <w:gridSpan w:val="3"/>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left w:val="single" w:sz="4" w:space="0" w:color="auto"/>
              <w:bottom w:val="single" w:sz="4" w:space="0" w:color="auto"/>
              <w:right w:val="nil"/>
            </w:tcBorders>
          </w:tcPr>
          <w:p w:rsidR="009E5FA9" w:rsidRPr="00E61B8B" w:rsidRDefault="009E5FA9" w:rsidP="00846D0D"/>
        </w:tc>
        <w:tc>
          <w:tcPr>
            <w:tcW w:w="1440" w:type="dxa"/>
            <w:tcBorders>
              <w:top w:val="single" w:sz="4" w:space="0" w:color="auto"/>
              <w:left w:val="single" w:sz="4" w:space="0" w:color="auto"/>
              <w:bottom w:val="single" w:sz="4" w:space="0" w:color="auto"/>
              <w:right w:val="single" w:sz="4" w:space="0" w:color="auto"/>
            </w:tcBorders>
          </w:tcPr>
          <w:p w:rsidR="009E5FA9" w:rsidRPr="00E61B8B" w:rsidRDefault="009E5FA9" w:rsidP="00846D0D"/>
        </w:tc>
        <w:tc>
          <w:tcPr>
            <w:tcW w:w="6798" w:type="dxa"/>
            <w:gridSpan w:val="3"/>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2867"/>
        </w:trPr>
        <w:tc>
          <w:tcPr>
            <w:tcW w:w="10062" w:type="dxa"/>
            <w:gridSpan w:val="6"/>
            <w:tcBorders>
              <w:top w:val="single" w:sz="4" w:space="0" w:color="auto"/>
              <w:left w:val="single" w:sz="4" w:space="0" w:color="auto"/>
              <w:bottom w:val="single" w:sz="4" w:space="0" w:color="auto"/>
              <w:right w:val="single" w:sz="4" w:space="0" w:color="auto"/>
            </w:tcBorders>
          </w:tcPr>
          <w:p w:rsidR="009E5FA9" w:rsidRPr="00FC1785" w:rsidRDefault="009E5FA9" w:rsidP="00846D0D">
            <w:pPr>
              <w:ind w:firstLineChars="100" w:firstLine="202"/>
              <w:rPr>
                <w:rFonts w:ascii="ＭＳ 明朝" w:hAnsi="ＭＳ 明朝" w:hint="eastAsia"/>
                <w:szCs w:val="19"/>
              </w:rPr>
            </w:pPr>
            <w:r w:rsidRPr="00FC1785">
              <w:rPr>
                <w:rFonts w:ascii="ＭＳ 明朝" w:hAnsi="ＭＳ 明朝" w:hint="eastAsia"/>
                <w:spacing w:val="-4"/>
                <w:szCs w:val="19"/>
              </w:rPr>
              <w:t>備考</w:t>
            </w:r>
          </w:p>
          <w:p w:rsidR="009E5FA9" w:rsidRPr="00FC1785" w:rsidRDefault="009E5FA9" w:rsidP="00846D0D">
            <w:pPr>
              <w:ind w:firstLineChars="200" w:firstLine="404"/>
              <w:rPr>
                <w:rFonts w:ascii="ＭＳ 明朝" w:hAnsi="ＭＳ 明朝" w:hint="eastAsia"/>
                <w:szCs w:val="19"/>
              </w:rPr>
            </w:pPr>
            <w:r w:rsidRPr="00FC1785">
              <w:rPr>
                <w:rFonts w:ascii="ＭＳ 明朝" w:hAnsi="ＭＳ 明朝" w:hint="eastAsia"/>
                <w:spacing w:val="-4"/>
                <w:szCs w:val="19"/>
              </w:rPr>
              <w:t>１　※欄は記入しないこと。</w:t>
            </w:r>
          </w:p>
          <w:p w:rsidR="009E5FA9" w:rsidRPr="00FC1785" w:rsidRDefault="009E5FA9" w:rsidP="00846D0D">
            <w:pPr>
              <w:ind w:firstLineChars="200" w:firstLine="404"/>
              <w:rPr>
                <w:rFonts w:ascii="ＭＳ 明朝" w:hAnsi="ＭＳ 明朝" w:hint="eastAsia"/>
                <w:spacing w:val="-4"/>
                <w:szCs w:val="19"/>
              </w:rPr>
            </w:pPr>
            <w:r w:rsidRPr="00FC1785">
              <w:rPr>
                <w:rFonts w:ascii="ＭＳ 明朝" w:hAnsi="ＭＳ 明朝" w:hint="eastAsia"/>
                <w:spacing w:val="-4"/>
                <w:szCs w:val="19"/>
              </w:rPr>
              <w:t>２「法定代理人」の欄から「令第６条の</w:t>
            </w:r>
            <w:r w:rsidRPr="00FC1785">
              <w:rPr>
                <w:rFonts w:ascii="ＭＳ 明朝" w:hAnsi="ＭＳ 明朝"/>
                <w:spacing w:val="-4"/>
                <w:szCs w:val="19"/>
              </w:rPr>
              <w:t>10</w:t>
            </w:r>
            <w:r w:rsidRPr="00FC1785">
              <w:rPr>
                <w:rFonts w:ascii="ＭＳ 明朝" w:hAnsi="ＭＳ 明朝" w:hint="eastAsia"/>
                <w:spacing w:val="-4"/>
                <w:szCs w:val="19"/>
              </w:rPr>
              <w:t>に規定する使用人」までの各欄については、該当するすべて</w:t>
            </w:r>
          </w:p>
          <w:p w:rsidR="009E5FA9" w:rsidRPr="00FC1785" w:rsidRDefault="009E5FA9" w:rsidP="00846D0D">
            <w:pPr>
              <w:ind w:firstLineChars="300" w:firstLine="606"/>
              <w:rPr>
                <w:rFonts w:ascii="ＭＳ 明朝" w:hAnsi="ＭＳ 明朝" w:hint="eastAsia"/>
                <w:spacing w:val="-4"/>
                <w:szCs w:val="19"/>
              </w:rPr>
            </w:pPr>
            <w:r w:rsidRPr="00FC1785">
              <w:rPr>
                <w:rFonts w:ascii="ＭＳ 明朝" w:hAnsi="ＭＳ 明朝" w:hint="eastAsia"/>
                <w:spacing w:val="-4"/>
                <w:szCs w:val="19"/>
              </w:rPr>
              <w:t>の者をすべて記載することとし、記載しきれないときは、この様式の例により作成した書面に記載して、</w:t>
            </w:r>
          </w:p>
          <w:p w:rsidR="009E5FA9" w:rsidRPr="00FC1785" w:rsidRDefault="009E5FA9" w:rsidP="00846D0D">
            <w:pPr>
              <w:ind w:firstLineChars="300" w:firstLine="606"/>
              <w:rPr>
                <w:rFonts w:ascii="ＭＳ 明朝" w:hAnsi="ＭＳ 明朝" w:hint="eastAsia"/>
                <w:spacing w:val="-4"/>
                <w:szCs w:val="19"/>
              </w:rPr>
            </w:pPr>
            <w:r w:rsidRPr="00FC1785">
              <w:rPr>
                <w:rFonts w:ascii="ＭＳ 明朝" w:hAnsi="ＭＳ 明朝" w:hint="eastAsia"/>
                <w:spacing w:val="-4"/>
                <w:szCs w:val="19"/>
              </w:rPr>
              <w:t>その書面を添付すること。</w:t>
            </w:r>
          </w:p>
          <w:p w:rsidR="009E5FA9" w:rsidRPr="00FC1785" w:rsidRDefault="009E5FA9" w:rsidP="00846D0D">
            <w:pPr>
              <w:rPr>
                <w:rFonts w:ascii="ＭＳ 明朝" w:hAnsi="ＭＳ 明朝" w:hint="eastAsia"/>
                <w:spacing w:val="-4"/>
                <w:sz w:val="22"/>
                <w:szCs w:val="19"/>
              </w:rPr>
            </w:pPr>
            <w:r w:rsidRPr="00FC1785">
              <w:rPr>
                <w:rFonts w:ascii="ＭＳ 明朝" w:hAnsi="ＭＳ 明朝" w:hint="eastAsia"/>
                <w:spacing w:val="-4"/>
                <w:szCs w:val="19"/>
              </w:rPr>
              <w:t xml:space="preserve">　　３</w:t>
            </w:r>
            <w:r w:rsidRPr="00FC1785">
              <w:rPr>
                <w:rFonts w:ascii="ＭＳ 明朝" w:hAnsi="ＭＳ 明朝" w:hint="eastAsia"/>
                <w:spacing w:val="-4"/>
                <w:sz w:val="22"/>
                <w:szCs w:val="19"/>
              </w:rPr>
              <w:t>「役員」の欄に記載する役員とは、業務を執行する社員、取締役、執行役又はこれらに準ずる</w:t>
            </w:r>
          </w:p>
          <w:p w:rsidR="009E5FA9" w:rsidRPr="00FC1785" w:rsidRDefault="009E5FA9" w:rsidP="00846D0D">
            <w:pPr>
              <w:rPr>
                <w:rFonts w:ascii="ＭＳ 明朝" w:hAnsi="ＭＳ 明朝" w:hint="eastAsia"/>
                <w:spacing w:val="-4"/>
                <w:sz w:val="22"/>
                <w:szCs w:val="19"/>
              </w:rPr>
            </w:pPr>
            <w:r w:rsidRPr="00FC1785">
              <w:rPr>
                <w:rFonts w:ascii="ＭＳ 明朝" w:hAnsi="ＭＳ 明朝" w:hint="eastAsia"/>
                <w:spacing w:val="-4"/>
                <w:sz w:val="22"/>
                <w:szCs w:val="19"/>
              </w:rPr>
              <w:t xml:space="preserve">　　　者をいい、相談役、顧問その他いかなる名称を有する者であるかを問わず、法人に対し業務を執</w:t>
            </w:r>
          </w:p>
          <w:p w:rsidR="009E5FA9" w:rsidRPr="00FC1785" w:rsidRDefault="009E5FA9" w:rsidP="00846D0D">
            <w:pPr>
              <w:rPr>
                <w:rFonts w:ascii="ＭＳ 明朝" w:hAnsi="ＭＳ 明朝" w:hint="eastAsia"/>
                <w:spacing w:val="-4"/>
                <w:sz w:val="22"/>
                <w:szCs w:val="19"/>
              </w:rPr>
            </w:pPr>
            <w:r w:rsidRPr="00FC1785">
              <w:rPr>
                <w:rFonts w:ascii="ＭＳ 明朝" w:hAnsi="ＭＳ 明朝" w:hint="eastAsia"/>
                <w:spacing w:val="-4"/>
                <w:sz w:val="22"/>
                <w:szCs w:val="19"/>
              </w:rPr>
              <w:t xml:space="preserve">　　　行する社員、取締役又はこれらに準ずる者と同等以上の支配力を有するものと認められる者を含</w:t>
            </w:r>
          </w:p>
          <w:p w:rsidR="009E5FA9" w:rsidRPr="00FC1785" w:rsidRDefault="009E5FA9" w:rsidP="00846D0D">
            <w:pPr>
              <w:rPr>
                <w:rFonts w:ascii="ＭＳ 明朝" w:hAnsi="ＭＳ 明朝" w:hint="eastAsia"/>
                <w:spacing w:val="-4"/>
                <w:sz w:val="22"/>
                <w:szCs w:val="19"/>
              </w:rPr>
            </w:pPr>
            <w:r w:rsidRPr="00FC1785">
              <w:rPr>
                <w:rFonts w:ascii="ＭＳ 明朝" w:hAnsi="ＭＳ 明朝" w:hint="eastAsia"/>
                <w:spacing w:val="-4"/>
                <w:sz w:val="22"/>
                <w:szCs w:val="19"/>
              </w:rPr>
              <w:t xml:space="preserve">　　　む。</w:t>
            </w:r>
          </w:p>
          <w:p w:rsidR="009E5FA9" w:rsidRPr="00FC1785" w:rsidRDefault="009E5FA9" w:rsidP="00846D0D">
            <w:pPr>
              <w:ind w:firstLineChars="200" w:firstLine="424"/>
              <w:rPr>
                <w:rFonts w:ascii="ＭＳ 明朝" w:hAnsi="ＭＳ 明朝" w:hint="eastAsia"/>
                <w:spacing w:val="-4"/>
                <w:szCs w:val="19"/>
              </w:rPr>
            </w:pPr>
            <w:r w:rsidRPr="00FC1785">
              <w:rPr>
                <w:rFonts w:ascii="ＭＳ 明朝" w:hAnsi="ＭＳ 明朝" w:hint="eastAsia"/>
                <w:spacing w:val="-4"/>
                <w:sz w:val="22"/>
                <w:szCs w:val="19"/>
              </w:rPr>
              <w:t>４　都道府県知事が定める部数を提出すること。</w:t>
            </w:r>
          </w:p>
          <w:p w:rsidR="009E5FA9" w:rsidRPr="00E61B8B" w:rsidRDefault="009E5FA9" w:rsidP="00846D0D">
            <w:pPr>
              <w:ind w:firstLineChars="200" w:firstLine="420"/>
            </w:pPr>
          </w:p>
        </w:tc>
      </w:tr>
      <w:tr w:rsidR="009E5FA9" w:rsidRPr="00E61B8B" w:rsidTr="00846D0D">
        <w:tblPrEx>
          <w:tblCellMar>
            <w:top w:w="0" w:type="dxa"/>
            <w:bottom w:w="0" w:type="dxa"/>
          </w:tblCellMar>
        </w:tblPrEx>
        <w:trPr>
          <w:cantSplit/>
          <w:trHeight w:hRule="exact" w:val="1416"/>
        </w:trPr>
        <w:tc>
          <w:tcPr>
            <w:tcW w:w="10062" w:type="dxa"/>
            <w:gridSpan w:val="6"/>
            <w:tcBorders>
              <w:top w:val="nil"/>
              <w:left w:val="single" w:sz="4" w:space="0" w:color="auto"/>
              <w:bottom w:val="single" w:sz="4" w:space="0" w:color="auto"/>
              <w:right w:val="single" w:sz="4" w:space="0" w:color="auto"/>
            </w:tcBorders>
          </w:tcPr>
          <w:p w:rsidR="009E5FA9" w:rsidRPr="00E61B8B" w:rsidRDefault="009E5FA9" w:rsidP="00846D0D">
            <w:pPr>
              <w:rPr>
                <w:szCs w:val="19"/>
              </w:rPr>
            </w:pPr>
            <w:r w:rsidRPr="00E61B8B">
              <w:rPr>
                <w:spacing w:val="-4"/>
                <w:szCs w:val="19"/>
              </w:rPr>
              <w:t xml:space="preserve"> </w:t>
            </w:r>
            <w:r w:rsidRPr="00E61B8B">
              <w:rPr>
                <w:rFonts w:hint="eastAsia"/>
                <w:spacing w:val="-4"/>
                <w:szCs w:val="19"/>
              </w:rPr>
              <w:t>※手数料欄</w:t>
            </w:r>
          </w:p>
          <w:p w:rsidR="009E5FA9" w:rsidRPr="00E61B8B" w:rsidRDefault="009E5FA9" w:rsidP="00846D0D"/>
        </w:tc>
      </w:tr>
    </w:tbl>
    <w:p w:rsidR="009E5FA9" w:rsidRPr="00E61B8B" w:rsidRDefault="009E5FA9" w:rsidP="009E5FA9">
      <w:pPr>
        <w:wordWrap w:val="0"/>
        <w:autoSpaceDE w:val="0"/>
        <w:autoSpaceDN w:val="0"/>
        <w:adjustRightInd w:val="0"/>
        <w:spacing w:line="193" w:lineRule="exact"/>
        <w:ind w:right="2288"/>
        <w:rPr>
          <w:rFonts w:cs="ＭＳ 明朝" w:hint="eastAsia"/>
          <w:kern w:val="0"/>
          <w:szCs w:val="21"/>
        </w:rPr>
      </w:pPr>
    </w:p>
    <w:p w:rsidR="009E5FA9" w:rsidRDefault="009E5FA9" w:rsidP="009E5FA9">
      <w:pPr>
        <w:wordWrap w:val="0"/>
        <w:autoSpaceDE w:val="0"/>
        <w:autoSpaceDN w:val="0"/>
        <w:adjustRightInd w:val="0"/>
        <w:spacing w:line="193" w:lineRule="exact"/>
        <w:ind w:right="2288"/>
        <w:rPr>
          <w:rFonts w:cs="ＭＳ 明朝" w:hint="eastAsia"/>
          <w:kern w:val="0"/>
          <w:szCs w:val="21"/>
        </w:rPr>
      </w:pPr>
    </w:p>
    <w:p w:rsidR="00442B17" w:rsidRDefault="00442B17" w:rsidP="00442B17">
      <w:pPr>
        <w:rPr>
          <w:rFonts w:hint="eastAsia"/>
        </w:rPr>
      </w:pPr>
      <w:r w:rsidRPr="00CA053C">
        <w:rPr>
          <w:rFonts w:hint="eastAsia"/>
        </w:rPr>
        <w:t xml:space="preserve">　　　　　　　　　　　　　　　　　　　　　　</w:t>
      </w:r>
      <w:r>
        <w:rPr>
          <w:rFonts w:hint="eastAsia"/>
        </w:rPr>
        <w:t xml:space="preserve">　　　　　</w:t>
      </w:r>
    </w:p>
    <w:sectPr w:rsidR="00442B17" w:rsidSect="00861CA2">
      <w:footerReference w:type="even" r:id="rId8"/>
      <w:footerReference w:type="default" r:id="rId9"/>
      <w:pgSz w:w="11906" w:h="16838" w:code="9"/>
      <w:pgMar w:top="567" w:right="991" w:bottom="567" w:left="851" w:header="720" w:footer="720" w:gutter="0"/>
      <w:pgNumType w:fmt="numberInDash"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3D4" w:rsidRDefault="002B33D4">
      <w:r>
        <w:separator/>
      </w:r>
    </w:p>
  </w:endnote>
  <w:endnote w:type="continuationSeparator" w:id="0">
    <w:p w:rsidR="002B33D4" w:rsidRDefault="002B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2F" w:rsidRDefault="00BC1D2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C1D2F" w:rsidRDefault="00BC1D2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2F" w:rsidRDefault="00BC1D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3D4" w:rsidRDefault="002B33D4">
      <w:r>
        <w:separator/>
      </w:r>
    </w:p>
  </w:footnote>
  <w:footnote w:type="continuationSeparator" w:id="0">
    <w:p w:rsidR="002B33D4" w:rsidRDefault="002B3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716"/>
    <w:multiLevelType w:val="hybridMultilevel"/>
    <w:tmpl w:val="58C28A84"/>
    <w:lvl w:ilvl="0" w:tplc="11E2509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50B1393"/>
    <w:multiLevelType w:val="hybridMultilevel"/>
    <w:tmpl w:val="74FED018"/>
    <w:lvl w:ilvl="0" w:tplc="7158A6B2">
      <w:start w:val="4"/>
      <w:numFmt w:val="bullet"/>
      <w:lvlText w:val="※"/>
      <w:lvlJc w:val="left"/>
      <w:pPr>
        <w:tabs>
          <w:tab w:val="num" w:pos="690"/>
        </w:tabs>
        <w:ind w:left="690" w:hanging="465"/>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0A411B4B"/>
    <w:multiLevelType w:val="hybridMultilevel"/>
    <w:tmpl w:val="781672B8"/>
    <w:lvl w:ilvl="0" w:tplc="7908A9D8">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abstractNum w:abstractNumId="3" w15:restartNumberingAfterBreak="0">
    <w:nsid w:val="14B05771"/>
    <w:multiLevelType w:val="hybridMultilevel"/>
    <w:tmpl w:val="E17CEA7C"/>
    <w:lvl w:ilvl="0" w:tplc="E3C218E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673C21"/>
    <w:multiLevelType w:val="hybridMultilevel"/>
    <w:tmpl w:val="FDAEC3FE"/>
    <w:lvl w:ilvl="0" w:tplc="90405F64">
      <w:start w:val="4"/>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5" w15:restartNumberingAfterBreak="0">
    <w:nsid w:val="1ABD794E"/>
    <w:multiLevelType w:val="hybridMultilevel"/>
    <w:tmpl w:val="7584DA94"/>
    <w:lvl w:ilvl="0" w:tplc="F0DE05B6">
      <w:start w:val="2"/>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22F30224"/>
    <w:multiLevelType w:val="hybridMultilevel"/>
    <w:tmpl w:val="3B629E00"/>
    <w:lvl w:ilvl="0" w:tplc="95264D4E">
      <w:start w:val="4"/>
      <w:numFmt w:val="decimalEnclosedCircle"/>
      <w:lvlText w:val="%1"/>
      <w:lvlJc w:val="left"/>
      <w:pPr>
        <w:tabs>
          <w:tab w:val="num" w:pos="1586"/>
        </w:tabs>
        <w:ind w:left="1586" w:hanging="405"/>
      </w:pPr>
      <w:rPr>
        <w:rFonts w:hint="eastAsia"/>
      </w:rPr>
    </w:lvl>
    <w:lvl w:ilvl="1" w:tplc="04090017" w:tentative="1">
      <w:start w:val="1"/>
      <w:numFmt w:val="aiueoFullWidth"/>
      <w:lvlText w:val="(%2)"/>
      <w:lvlJc w:val="left"/>
      <w:pPr>
        <w:tabs>
          <w:tab w:val="num" w:pos="2021"/>
        </w:tabs>
        <w:ind w:left="2021" w:hanging="420"/>
      </w:pPr>
    </w:lvl>
    <w:lvl w:ilvl="2" w:tplc="04090011" w:tentative="1">
      <w:start w:val="1"/>
      <w:numFmt w:val="decimalEnclosedCircle"/>
      <w:lvlText w:val="%3"/>
      <w:lvlJc w:val="left"/>
      <w:pPr>
        <w:tabs>
          <w:tab w:val="num" w:pos="2441"/>
        </w:tabs>
        <w:ind w:left="2441" w:hanging="420"/>
      </w:pPr>
    </w:lvl>
    <w:lvl w:ilvl="3" w:tplc="0409000F" w:tentative="1">
      <w:start w:val="1"/>
      <w:numFmt w:val="decimal"/>
      <w:lvlText w:val="%4."/>
      <w:lvlJc w:val="left"/>
      <w:pPr>
        <w:tabs>
          <w:tab w:val="num" w:pos="2861"/>
        </w:tabs>
        <w:ind w:left="2861" w:hanging="420"/>
      </w:pPr>
    </w:lvl>
    <w:lvl w:ilvl="4" w:tplc="04090017" w:tentative="1">
      <w:start w:val="1"/>
      <w:numFmt w:val="aiueoFullWidth"/>
      <w:lvlText w:val="(%5)"/>
      <w:lvlJc w:val="left"/>
      <w:pPr>
        <w:tabs>
          <w:tab w:val="num" w:pos="3281"/>
        </w:tabs>
        <w:ind w:left="3281" w:hanging="420"/>
      </w:pPr>
    </w:lvl>
    <w:lvl w:ilvl="5" w:tplc="04090011" w:tentative="1">
      <w:start w:val="1"/>
      <w:numFmt w:val="decimalEnclosedCircle"/>
      <w:lvlText w:val="%6"/>
      <w:lvlJc w:val="left"/>
      <w:pPr>
        <w:tabs>
          <w:tab w:val="num" w:pos="3701"/>
        </w:tabs>
        <w:ind w:left="3701" w:hanging="420"/>
      </w:pPr>
    </w:lvl>
    <w:lvl w:ilvl="6" w:tplc="0409000F" w:tentative="1">
      <w:start w:val="1"/>
      <w:numFmt w:val="decimal"/>
      <w:lvlText w:val="%7."/>
      <w:lvlJc w:val="left"/>
      <w:pPr>
        <w:tabs>
          <w:tab w:val="num" w:pos="4121"/>
        </w:tabs>
        <w:ind w:left="4121" w:hanging="420"/>
      </w:pPr>
    </w:lvl>
    <w:lvl w:ilvl="7" w:tplc="04090017" w:tentative="1">
      <w:start w:val="1"/>
      <w:numFmt w:val="aiueoFullWidth"/>
      <w:lvlText w:val="(%8)"/>
      <w:lvlJc w:val="left"/>
      <w:pPr>
        <w:tabs>
          <w:tab w:val="num" w:pos="4541"/>
        </w:tabs>
        <w:ind w:left="4541" w:hanging="420"/>
      </w:pPr>
    </w:lvl>
    <w:lvl w:ilvl="8" w:tplc="04090011" w:tentative="1">
      <w:start w:val="1"/>
      <w:numFmt w:val="decimalEnclosedCircle"/>
      <w:lvlText w:val="%9"/>
      <w:lvlJc w:val="left"/>
      <w:pPr>
        <w:tabs>
          <w:tab w:val="num" w:pos="4961"/>
        </w:tabs>
        <w:ind w:left="4961" w:hanging="420"/>
      </w:pPr>
    </w:lvl>
  </w:abstractNum>
  <w:abstractNum w:abstractNumId="7" w15:restartNumberingAfterBreak="0">
    <w:nsid w:val="299C76F8"/>
    <w:multiLevelType w:val="hybridMultilevel"/>
    <w:tmpl w:val="3D5E8F70"/>
    <w:lvl w:ilvl="0" w:tplc="A02A1462">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1278B4"/>
    <w:multiLevelType w:val="hybridMultilevel"/>
    <w:tmpl w:val="5D9A3318"/>
    <w:lvl w:ilvl="0" w:tplc="701A37AE">
      <w:numFmt w:val="bullet"/>
      <w:lvlText w:val="※"/>
      <w:lvlJc w:val="left"/>
      <w:pPr>
        <w:tabs>
          <w:tab w:val="num" w:pos="834"/>
        </w:tabs>
        <w:ind w:left="834" w:hanging="420"/>
      </w:pPr>
      <w:rPr>
        <w:rFonts w:ascii="Times New Roman" w:eastAsia="ＭＳ 明朝" w:hAnsi="Times New Roman" w:cs="Times New Roman" w:hint="default"/>
      </w:rPr>
    </w:lvl>
    <w:lvl w:ilvl="1" w:tplc="0409000B" w:tentative="1">
      <w:start w:val="1"/>
      <w:numFmt w:val="bullet"/>
      <w:lvlText w:val=""/>
      <w:lvlJc w:val="left"/>
      <w:pPr>
        <w:tabs>
          <w:tab w:val="num" w:pos="1254"/>
        </w:tabs>
        <w:ind w:left="1254" w:hanging="420"/>
      </w:pPr>
      <w:rPr>
        <w:rFonts w:ascii="Wingdings" w:hAnsi="Wingdings" w:hint="default"/>
      </w:rPr>
    </w:lvl>
    <w:lvl w:ilvl="2" w:tplc="0409000D" w:tentative="1">
      <w:start w:val="1"/>
      <w:numFmt w:val="bullet"/>
      <w:lvlText w:val=""/>
      <w:lvlJc w:val="left"/>
      <w:pPr>
        <w:tabs>
          <w:tab w:val="num" w:pos="1674"/>
        </w:tabs>
        <w:ind w:left="1674" w:hanging="420"/>
      </w:pPr>
      <w:rPr>
        <w:rFonts w:ascii="Wingdings" w:hAnsi="Wingdings" w:hint="default"/>
      </w:rPr>
    </w:lvl>
    <w:lvl w:ilvl="3" w:tplc="04090001" w:tentative="1">
      <w:start w:val="1"/>
      <w:numFmt w:val="bullet"/>
      <w:lvlText w:val=""/>
      <w:lvlJc w:val="left"/>
      <w:pPr>
        <w:tabs>
          <w:tab w:val="num" w:pos="2094"/>
        </w:tabs>
        <w:ind w:left="2094" w:hanging="420"/>
      </w:pPr>
      <w:rPr>
        <w:rFonts w:ascii="Wingdings" w:hAnsi="Wingdings" w:hint="default"/>
      </w:rPr>
    </w:lvl>
    <w:lvl w:ilvl="4" w:tplc="0409000B" w:tentative="1">
      <w:start w:val="1"/>
      <w:numFmt w:val="bullet"/>
      <w:lvlText w:val=""/>
      <w:lvlJc w:val="left"/>
      <w:pPr>
        <w:tabs>
          <w:tab w:val="num" w:pos="2514"/>
        </w:tabs>
        <w:ind w:left="2514" w:hanging="420"/>
      </w:pPr>
      <w:rPr>
        <w:rFonts w:ascii="Wingdings" w:hAnsi="Wingdings" w:hint="default"/>
      </w:rPr>
    </w:lvl>
    <w:lvl w:ilvl="5" w:tplc="0409000D" w:tentative="1">
      <w:start w:val="1"/>
      <w:numFmt w:val="bullet"/>
      <w:lvlText w:val=""/>
      <w:lvlJc w:val="left"/>
      <w:pPr>
        <w:tabs>
          <w:tab w:val="num" w:pos="2934"/>
        </w:tabs>
        <w:ind w:left="2934" w:hanging="420"/>
      </w:pPr>
      <w:rPr>
        <w:rFonts w:ascii="Wingdings" w:hAnsi="Wingdings" w:hint="default"/>
      </w:rPr>
    </w:lvl>
    <w:lvl w:ilvl="6" w:tplc="04090001" w:tentative="1">
      <w:start w:val="1"/>
      <w:numFmt w:val="bullet"/>
      <w:lvlText w:val=""/>
      <w:lvlJc w:val="left"/>
      <w:pPr>
        <w:tabs>
          <w:tab w:val="num" w:pos="3354"/>
        </w:tabs>
        <w:ind w:left="3354" w:hanging="420"/>
      </w:pPr>
      <w:rPr>
        <w:rFonts w:ascii="Wingdings" w:hAnsi="Wingdings" w:hint="default"/>
      </w:rPr>
    </w:lvl>
    <w:lvl w:ilvl="7" w:tplc="0409000B" w:tentative="1">
      <w:start w:val="1"/>
      <w:numFmt w:val="bullet"/>
      <w:lvlText w:val=""/>
      <w:lvlJc w:val="left"/>
      <w:pPr>
        <w:tabs>
          <w:tab w:val="num" w:pos="3774"/>
        </w:tabs>
        <w:ind w:left="3774" w:hanging="420"/>
      </w:pPr>
      <w:rPr>
        <w:rFonts w:ascii="Wingdings" w:hAnsi="Wingdings" w:hint="default"/>
      </w:rPr>
    </w:lvl>
    <w:lvl w:ilvl="8" w:tplc="0409000D" w:tentative="1">
      <w:start w:val="1"/>
      <w:numFmt w:val="bullet"/>
      <w:lvlText w:val=""/>
      <w:lvlJc w:val="left"/>
      <w:pPr>
        <w:tabs>
          <w:tab w:val="num" w:pos="4194"/>
        </w:tabs>
        <w:ind w:left="4194" w:hanging="420"/>
      </w:pPr>
      <w:rPr>
        <w:rFonts w:ascii="Wingdings" w:hAnsi="Wingdings" w:hint="default"/>
      </w:rPr>
    </w:lvl>
  </w:abstractNum>
  <w:abstractNum w:abstractNumId="9" w15:restartNumberingAfterBreak="0">
    <w:nsid w:val="3F3B69BF"/>
    <w:multiLevelType w:val="hybridMultilevel"/>
    <w:tmpl w:val="3012A182"/>
    <w:lvl w:ilvl="0" w:tplc="85544FE4">
      <w:start w:val="1"/>
      <w:numFmt w:val="decimalFullWidth"/>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3F415631"/>
    <w:multiLevelType w:val="hybridMultilevel"/>
    <w:tmpl w:val="5710689A"/>
    <w:lvl w:ilvl="0" w:tplc="93D4B54A">
      <w:start w:val="4"/>
      <w:numFmt w:val="bullet"/>
      <w:lvlText w:val="※"/>
      <w:lvlJc w:val="left"/>
      <w:pPr>
        <w:tabs>
          <w:tab w:val="num" w:pos="890"/>
        </w:tabs>
        <w:ind w:left="890" w:hanging="465"/>
      </w:pPr>
      <w:rPr>
        <w:rFonts w:ascii="ＭＳ 明朝" w:eastAsia="ＭＳ 明朝" w:hAnsi="ＭＳ 明朝" w:cs="ＭＳ 明朝"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1" w15:restartNumberingAfterBreak="0">
    <w:nsid w:val="417973F6"/>
    <w:multiLevelType w:val="hybridMultilevel"/>
    <w:tmpl w:val="9A425C5C"/>
    <w:lvl w:ilvl="0" w:tplc="40741D1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5366D7"/>
    <w:multiLevelType w:val="hybridMultilevel"/>
    <w:tmpl w:val="0100D2AE"/>
    <w:lvl w:ilvl="0" w:tplc="CB446BA4">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55027094"/>
    <w:multiLevelType w:val="hybridMultilevel"/>
    <w:tmpl w:val="6040F986"/>
    <w:lvl w:ilvl="0" w:tplc="CD4ECD16">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4" w15:restartNumberingAfterBreak="0">
    <w:nsid w:val="565118F9"/>
    <w:multiLevelType w:val="hybridMultilevel"/>
    <w:tmpl w:val="477E2BE6"/>
    <w:lvl w:ilvl="0" w:tplc="F0BA95BE">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5" w15:restartNumberingAfterBreak="0">
    <w:nsid w:val="5C1B3DE9"/>
    <w:multiLevelType w:val="hybridMultilevel"/>
    <w:tmpl w:val="26F292C6"/>
    <w:lvl w:ilvl="0" w:tplc="A244853E">
      <w:start w:val="4"/>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6" w15:restartNumberingAfterBreak="0">
    <w:nsid w:val="604F745C"/>
    <w:multiLevelType w:val="hybridMultilevel"/>
    <w:tmpl w:val="19A2DD84"/>
    <w:lvl w:ilvl="0" w:tplc="D89C9588">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7" w15:restartNumberingAfterBreak="0">
    <w:nsid w:val="61CE7941"/>
    <w:multiLevelType w:val="hybridMultilevel"/>
    <w:tmpl w:val="026E954E"/>
    <w:lvl w:ilvl="0" w:tplc="8F8EAB4C">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8" w15:restartNumberingAfterBreak="0">
    <w:nsid w:val="6AA922CC"/>
    <w:multiLevelType w:val="hybridMultilevel"/>
    <w:tmpl w:val="02BE751E"/>
    <w:lvl w:ilvl="0" w:tplc="2E66867E">
      <w:start w:val="4"/>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790E6150"/>
    <w:multiLevelType w:val="hybridMultilevel"/>
    <w:tmpl w:val="EB1C4584"/>
    <w:lvl w:ilvl="0" w:tplc="41501CD2">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num w:numId="1">
    <w:abstractNumId w:val="0"/>
  </w:num>
  <w:num w:numId="2">
    <w:abstractNumId w:val="8"/>
  </w:num>
  <w:num w:numId="3">
    <w:abstractNumId w:val="12"/>
  </w:num>
  <w:num w:numId="4">
    <w:abstractNumId w:val="2"/>
  </w:num>
  <w:num w:numId="5">
    <w:abstractNumId w:val="19"/>
  </w:num>
  <w:num w:numId="6">
    <w:abstractNumId w:val="10"/>
  </w:num>
  <w:num w:numId="7">
    <w:abstractNumId w:val="6"/>
  </w:num>
  <w:num w:numId="8">
    <w:abstractNumId w:val="1"/>
  </w:num>
  <w:num w:numId="9">
    <w:abstractNumId w:val="3"/>
  </w:num>
  <w:num w:numId="10">
    <w:abstractNumId w:val="18"/>
  </w:num>
  <w:num w:numId="11">
    <w:abstractNumId w:val="16"/>
  </w:num>
  <w:num w:numId="12">
    <w:abstractNumId w:val="4"/>
  </w:num>
  <w:num w:numId="13">
    <w:abstractNumId w:val="13"/>
  </w:num>
  <w:num w:numId="14">
    <w:abstractNumId w:val="9"/>
  </w:num>
  <w:num w:numId="15">
    <w:abstractNumId w:val="11"/>
  </w:num>
  <w:num w:numId="16">
    <w:abstractNumId w:val="5"/>
  </w:num>
  <w:num w:numId="17">
    <w:abstractNumId w:val="15"/>
  </w:num>
  <w:num w:numId="18">
    <w:abstractNumId w:val="7"/>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2" fill="f" fillcolor="white">
      <v:fill color="white" on="f"/>
      <v:stroke weight=".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DF"/>
    <w:rsid w:val="00000195"/>
    <w:rsid w:val="00000F60"/>
    <w:rsid w:val="00003470"/>
    <w:rsid w:val="000036F6"/>
    <w:rsid w:val="00003D6E"/>
    <w:rsid w:val="00004206"/>
    <w:rsid w:val="00004382"/>
    <w:rsid w:val="00005217"/>
    <w:rsid w:val="00006917"/>
    <w:rsid w:val="00007139"/>
    <w:rsid w:val="00007D66"/>
    <w:rsid w:val="00010CC0"/>
    <w:rsid w:val="000123BD"/>
    <w:rsid w:val="0001429D"/>
    <w:rsid w:val="0001456C"/>
    <w:rsid w:val="0002111D"/>
    <w:rsid w:val="00023A1F"/>
    <w:rsid w:val="0002590A"/>
    <w:rsid w:val="00027B5E"/>
    <w:rsid w:val="000314B8"/>
    <w:rsid w:val="00032804"/>
    <w:rsid w:val="0003548A"/>
    <w:rsid w:val="00035BEA"/>
    <w:rsid w:val="00035C5A"/>
    <w:rsid w:val="00036062"/>
    <w:rsid w:val="00036E6A"/>
    <w:rsid w:val="00040930"/>
    <w:rsid w:val="00041D1C"/>
    <w:rsid w:val="00044CF1"/>
    <w:rsid w:val="00047123"/>
    <w:rsid w:val="00050531"/>
    <w:rsid w:val="00051150"/>
    <w:rsid w:val="0005259F"/>
    <w:rsid w:val="00052711"/>
    <w:rsid w:val="00052DE9"/>
    <w:rsid w:val="00053106"/>
    <w:rsid w:val="00053CD1"/>
    <w:rsid w:val="000546F1"/>
    <w:rsid w:val="00056D20"/>
    <w:rsid w:val="00057E1E"/>
    <w:rsid w:val="0006072C"/>
    <w:rsid w:val="000612AA"/>
    <w:rsid w:val="00063139"/>
    <w:rsid w:val="000637C1"/>
    <w:rsid w:val="0006648D"/>
    <w:rsid w:val="0006671F"/>
    <w:rsid w:val="00066E12"/>
    <w:rsid w:val="00067135"/>
    <w:rsid w:val="00071E62"/>
    <w:rsid w:val="00073242"/>
    <w:rsid w:val="00073D35"/>
    <w:rsid w:val="00073EF1"/>
    <w:rsid w:val="00075503"/>
    <w:rsid w:val="0007595F"/>
    <w:rsid w:val="00075A8E"/>
    <w:rsid w:val="00077C9F"/>
    <w:rsid w:val="000833AB"/>
    <w:rsid w:val="00087D19"/>
    <w:rsid w:val="00090122"/>
    <w:rsid w:val="0009118A"/>
    <w:rsid w:val="00092124"/>
    <w:rsid w:val="000927E1"/>
    <w:rsid w:val="00093C0C"/>
    <w:rsid w:val="000947FE"/>
    <w:rsid w:val="000A2515"/>
    <w:rsid w:val="000A31FC"/>
    <w:rsid w:val="000A5059"/>
    <w:rsid w:val="000A76D0"/>
    <w:rsid w:val="000B137A"/>
    <w:rsid w:val="000B24F8"/>
    <w:rsid w:val="000B3517"/>
    <w:rsid w:val="000B4382"/>
    <w:rsid w:val="000B4FF2"/>
    <w:rsid w:val="000B7889"/>
    <w:rsid w:val="000C03ED"/>
    <w:rsid w:val="000C13B6"/>
    <w:rsid w:val="000C341C"/>
    <w:rsid w:val="000C5EAA"/>
    <w:rsid w:val="000C6E48"/>
    <w:rsid w:val="000C75E5"/>
    <w:rsid w:val="000C7BEF"/>
    <w:rsid w:val="000D22E0"/>
    <w:rsid w:val="000D243E"/>
    <w:rsid w:val="000D2C69"/>
    <w:rsid w:val="000E0D6A"/>
    <w:rsid w:val="000E1C59"/>
    <w:rsid w:val="000E36C9"/>
    <w:rsid w:val="000E7B3D"/>
    <w:rsid w:val="000E7C54"/>
    <w:rsid w:val="000F1798"/>
    <w:rsid w:val="000F473E"/>
    <w:rsid w:val="000F4ABF"/>
    <w:rsid w:val="000F4F63"/>
    <w:rsid w:val="001043F3"/>
    <w:rsid w:val="00105487"/>
    <w:rsid w:val="0010783D"/>
    <w:rsid w:val="0011001E"/>
    <w:rsid w:val="0011641E"/>
    <w:rsid w:val="00116F0E"/>
    <w:rsid w:val="001177A0"/>
    <w:rsid w:val="00120F05"/>
    <w:rsid w:val="0012137B"/>
    <w:rsid w:val="00121616"/>
    <w:rsid w:val="00122669"/>
    <w:rsid w:val="00122BC9"/>
    <w:rsid w:val="00125168"/>
    <w:rsid w:val="00127B2B"/>
    <w:rsid w:val="001305DE"/>
    <w:rsid w:val="00131458"/>
    <w:rsid w:val="00132294"/>
    <w:rsid w:val="0013240C"/>
    <w:rsid w:val="00133A3E"/>
    <w:rsid w:val="001344BD"/>
    <w:rsid w:val="001347FF"/>
    <w:rsid w:val="001353B0"/>
    <w:rsid w:val="0013554D"/>
    <w:rsid w:val="00136A9F"/>
    <w:rsid w:val="00136B59"/>
    <w:rsid w:val="001373A6"/>
    <w:rsid w:val="00137D01"/>
    <w:rsid w:val="00137F88"/>
    <w:rsid w:val="00140A85"/>
    <w:rsid w:val="00142979"/>
    <w:rsid w:val="00142BC3"/>
    <w:rsid w:val="00144D26"/>
    <w:rsid w:val="00145E2E"/>
    <w:rsid w:val="00151C2C"/>
    <w:rsid w:val="00152913"/>
    <w:rsid w:val="00156204"/>
    <w:rsid w:val="001567CE"/>
    <w:rsid w:val="00157273"/>
    <w:rsid w:val="00162020"/>
    <w:rsid w:val="00163626"/>
    <w:rsid w:val="00165D98"/>
    <w:rsid w:val="00166DC3"/>
    <w:rsid w:val="00171021"/>
    <w:rsid w:val="001776D1"/>
    <w:rsid w:val="00181064"/>
    <w:rsid w:val="00181D7A"/>
    <w:rsid w:val="0018253B"/>
    <w:rsid w:val="001829B3"/>
    <w:rsid w:val="00184077"/>
    <w:rsid w:val="00185A31"/>
    <w:rsid w:val="001870CF"/>
    <w:rsid w:val="00187102"/>
    <w:rsid w:val="00187B9B"/>
    <w:rsid w:val="0019150E"/>
    <w:rsid w:val="001919D4"/>
    <w:rsid w:val="00193288"/>
    <w:rsid w:val="00196A13"/>
    <w:rsid w:val="001972C2"/>
    <w:rsid w:val="001A1D77"/>
    <w:rsid w:val="001A2756"/>
    <w:rsid w:val="001A5E04"/>
    <w:rsid w:val="001A7996"/>
    <w:rsid w:val="001B0B82"/>
    <w:rsid w:val="001B4F2E"/>
    <w:rsid w:val="001B5849"/>
    <w:rsid w:val="001B719B"/>
    <w:rsid w:val="001B7E42"/>
    <w:rsid w:val="001C00E9"/>
    <w:rsid w:val="001C0C03"/>
    <w:rsid w:val="001C0FAB"/>
    <w:rsid w:val="001C27E4"/>
    <w:rsid w:val="001C2AAE"/>
    <w:rsid w:val="001C4F4B"/>
    <w:rsid w:val="001C4F61"/>
    <w:rsid w:val="001C57A1"/>
    <w:rsid w:val="001C7FDE"/>
    <w:rsid w:val="001D47FC"/>
    <w:rsid w:val="001D5AF9"/>
    <w:rsid w:val="001E1F90"/>
    <w:rsid w:val="001E2652"/>
    <w:rsid w:val="001E2BC4"/>
    <w:rsid w:val="001E481F"/>
    <w:rsid w:val="001E623F"/>
    <w:rsid w:val="001F0222"/>
    <w:rsid w:val="001F0B2C"/>
    <w:rsid w:val="001F1BC6"/>
    <w:rsid w:val="001F1F58"/>
    <w:rsid w:val="001F271F"/>
    <w:rsid w:val="001F3B52"/>
    <w:rsid w:val="001F5A5E"/>
    <w:rsid w:val="001F6164"/>
    <w:rsid w:val="002000BD"/>
    <w:rsid w:val="00200579"/>
    <w:rsid w:val="00201641"/>
    <w:rsid w:val="002030DF"/>
    <w:rsid w:val="002049BE"/>
    <w:rsid w:val="002065F8"/>
    <w:rsid w:val="00206BCB"/>
    <w:rsid w:val="00206CE4"/>
    <w:rsid w:val="00207146"/>
    <w:rsid w:val="002101E2"/>
    <w:rsid w:val="002112C7"/>
    <w:rsid w:val="0021217A"/>
    <w:rsid w:val="00215DD8"/>
    <w:rsid w:val="00216A3D"/>
    <w:rsid w:val="00225A81"/>
    <w:rsid w:val="00226EE6"/>
    <w:rsid w:val="002306C2"/>
    <w:rsid w:val="00231766"/>
    <w:rsid w:val="00232021"/>
    <w:rsid w:val="00232060"/>
    <w:rsid w:val="00232F06"/>
    <w:rsid w:val="00235347"/>
    <w:rsid w:val="00235509"/>
    <w:rsid w:val="002363A1"/>
    <w:rsid w:val="00240F01"/>
    <w:rsid w:val="002411FD"/>
    <w:rsid w:val="0024294E"/>
    <w:rsid w:val="00244BE7"/>
    <w:rsid w:val="00244DA8"/>
    <w:rsid w:val="0024550C"/>
    <w:rsid w:val="0025062F"/>
    <w:rsid w:val="002539F9"/>
    <w:rsid w:val="00254082"/>
    <w:rsid w:val="00255084"/>
    <w:rsid w:val="002606C1"/>
    <w:rsid w:val="00261197"/>
    <w:rsid w:val="00265816"/>
    <w:rsid w:val="00266BD2"/>
    <w:rsid w:val="00270C3A"/>
    <w:rsid w:val="00273839"/>
    <w:rsid w:val="0027476D"/>
    <w:rsid w:val="00274DA2"/>
    <w:rsid w:val="00274DF7"/>
    <w:rsid w:val="0027766D"/>
    <w:rsid w:val="0028469E"/>
    <w:rsid w:val="0029017D"/>
    <w:rsid w:val="002939A4"/>
    <w:rsid w:val="00293BD5"/>
    <w:rsid w:val="002976A8"/>
    <w:rsid w:val="002A00DD"/>
    <w:rsid w:val="002A2DFE"/>
    <w:rsid w:val="002A3C8F"/>
    <w:rsid w:val="002A6935"/>
    <w:rsid w:val="002A6C87"/>
    <w:rsid w:val="002B01F9"/>
    <w:rsid w:val="002B040D"/>
    <w:rsid w:val="002B33D4"/>
    <w:rsid w:val="002B3782"/>
    <w:rsid w:val="002B44CB"/>
    <w:rsid w:val="002B4946"/>
    <w:rsid w:val="002B676C"/>
    <w:rsid w:val="002B725C"/>
    <w:rsid w:val="002C04F3"/>
    <w:rsid w:val="002C0859"/>
    <w:rsid w:val="002C09DF"/>
    <w:rsid w:val="002C21C3"/>
    <w:rsid w:val="002C3026"/>
    <w:rsid w:val="002C3B27"/>
    <w:rsid w:val="002C47DC"/>
    <w:rsid w:val="002C684D"/>
    <w:rsid w:val="002C7D3B"/>
    <w:rsid w:val="002D0FB2"/>
    <w:rsid w:val="002D22F1"/>
    <w:rsid w:val="002D3B08"/>
    <w:rsid w:val="002D6A5E"/>
    <w:rsid w:val="002D7F46"/>
    <w:rsid w:val="002E292D"/>
    <w:rsid w:val="002E2EE0"/>
    <w:rsid w:val="002E4583"/>
    <w:rsid w:val="002E4AE4"/>
    <w:rsid w:val="002E4ED5"/>
    <w:rsid w:val="002E7DFA"/>
    <w:rsid w:val="002F1144"/>
    <w:rsid w:val="002F324F"/>
    <w:rsid w:val="002F36B7"/>
    <w:rsid w:val="002F49FE"/>
    <w:rsid w:val="002F5EE3"/>
    <w:rsid w:val="002F66E3"/>
    <w:rsid w:val="002F69DF"/>
    <w:rsid w:val="0030034C"/>
    <w:rsid w:val="00300AC7"/>
    <w:rsid w:val="003016AB"/>
    <w:rsid w:val="003016ED"/>
    <w:rsid w:val="003028AC"/>
    <w:rsid w:val="00303E30"/>
    <w:rsid w:val="00303FAE"/>
    <w:rsid w:val="00304D13"/>
    <w:rsid w:val="00305478"/>
    <w:rsid w:val="0030567F"/>
    <w:rsid w:val="00311B2D"/>
    <w:rsid w:val="00311F4D"/>
    <w:rsid w:val="00311FCB"/>
    <w:rsid w:val="00312539"/>
    <w:rsid w:val="00312FF3"/>
    <w:rsid w:val="00313B3E"/>
    <w:rsid w:val="00314011"/>
    <w:rsid w:val="00314CF2"/>
    <w:rsid w:val="003150CD"/>
    <w:rsid w:val="00315100"/>
    <w:rsid w:val="0031576C"/>
    <w:rsid w:val="00321D98"/>
    <w:rsid w:val="00324D79"/>
    <w:rsid w:val="00325154"/>
    <w:rsid w:val="0033406C"/>
    <w:rsid w:val="00336993"/>
    <w:rsid w:val="00337EBE"/>
    <w:rsid w:val="00341AD2"/>
    <w:rsid w:val="003423D6"/>
    <w:rsid w:val="00342DB1"/>
    <w:rsid w:val="00342F85"/>
    <w:rsid w:val="00345E64"/>
    <w:rsid w:val="003512EB"/>
    <w:rsid w:val="00354626"/>
    <w:rsid w:val="003572F5"/>
    <w:rsid w:val="00357CAE"/>
    <w:rsid w:val="003612C5"/>
    <w:rsid w:val="00361D80"/>
    <w:rsid w:val="00361FF7"/>
    <w:rsid w:val="003634BB"/>
    <w:rsid w:val="00367A3B"/>
    <w:rsid w:val="003735F0"/>
    <w:rsid w:val="00374ADE"/>
    <w:rsid w:val="003755D8"/>
    <w:rsid w:val="00375A1A"/>
    <w:rsid w:val="00375B59"/>
    <w:rsid w:val="00377D75"/>
    <w:rsid w:val="00377E08"/>
    <w:rsid w:val="003816B3"/>
    <w:rsid w:val="003818D6"/>
    <w:rsid w:val="003833A4"/>
    <w:rsid w:val="0038490B"/>
    <w:rsid w:val="0038744E"/>
    <w:rsid w:val="00387FF0"/>
    <w:rsid w:val="00390B3A"/>
    <w:rsid w:val="00391693"/>
    <w:rsid w:val="00392053"/>
    <w:rsid w:val="003932BF"/>
    <w:rsid w:val="003938FF"/>
    <w:rsid w:val="003952B1"/>
    <w:rsid w:val="00397ABF"/>
    <w:rsid w:val="00397DC8"/>
    <w:rsid w:val="003A1C2D"/>
    <w:rsid w:val="003A2CD3"/>
    <w:rsid w:val="003A7386"/>
    <w:rsid w:val="003B01DA"/>
    <w:rsid w:val="003B1CF8"/>
    <w:rsid w:val="003B2C54"/>
    <w:rsid w:val="003B36EA"/>
    <w:rsid w:val="003C0851"/>
    <w:rsid w:val="003C173E"/>
    <w:rsid w:val="003C28F6"/>
    <w:rsid w:val="003C7159"/>
    <w:rsid w:val="003C7469"/>
    <w:rsid w:val="003D26EA"/>
    <w:rsid w:val="003D3EBD"/>
    <w:rsid w:val="003D4BCC"/>
    <w:rsid w:val="003D643A"/>
    <w:rsid w:val="003D6C10"/>
    <w:rsid w:val="003D79BF"/>
    <w:rsid w:val="003E1583"/>
    <w:rsid w:val="003E2F86"/>
    <w:rsid w:val="003E58FC"/>
    <w:rsid w:val="003E61F4"/>
    <w:rsid w:val="003E7A21"/>
    <w:rsid w:val="003F0E66"/>
    <w:rsid w:val="003F27AA"/>
    <w:rsid w:val="003F28DD"/>
    <w:rsid w:val="003F4DC9"/>
    <w:rsid w:val="004004CA"/>
    <w:rsid w:val="00401053"/>
    <w:rsid w:val="0040126B"/>
    <w:rsid w:val="00403832"/>
    <w:rsid w:val="00403999"/>
    <w:rsid w:val="004045EC"/>
    <w:rsid w:val="00410648"/>
    <w:rsid w:val="004116DF"/>
    <w:rsid w:val="00413451"/>
    <w:rsid w:val="00415DD9"/>
    <w:rsid w:val="00417465"/>
    <w:rsid w:val="00420E8D"/>
    <w:rsid w:val="004215A6"/>
    <w:rsid w:val="00421A98"/>
    <w:rsid w:val="00423B7A"/>
    <w:rsid w:val="0042623F"/>
    <w:rsid w:val="00427297"/>
    <w:rsid w:val="0043062C"/>
    <w:rsid w:val="004316C1"/>
    <w:rsid w:val="00431B84"/>
    <w:rsid w:val="00431E94"/>
    <w:rsid w:val="00435553"/>
    <w:rsid w:val="004371F5"/>
    <w:rsid w:val="00437465"/>
    <w:rsid w:val="004401C2"/>
    <w:rsid w:val="00440583"/>
    <w:rsid w:val="00440E8C"/>
    <w:rsid w:val="0044131C"/>
    <w:rsid w:val="00441917"/>
    <w:rsid w:val="00442006"/>
    <w:rsid w:val="00442B17"/>
    <w:rsid w:val="00444AE2"/>
    <w:rsid w:val="0044512D"/>
    <w:rsid w:val="004473C3"/>
    <w:rsid w:val="0044763A"/>
    <w:rsid w:val="00447B9E"/>
    <w:rsid w:val="00450027"/>
    <w:rsid w:val="00450EF6"/>
    <w:rsid w:val="00451FC9"/>
    <w:rsid w:val="004520B6"/>
    <w:rsid w:val="00453EF9"/>
    <w:rsid w:val="00454E80"/>
    <w:rsid w:val="0045683D"/>
    <w:rsid w:val="00456AC1"/>
    <w:rsid w:val="00462A69"/>
    <w:rsid w:val="0046574A"/>
    <w:rsid w:val="00465A0E"/>
    <w:rsid w:val="004711C0"/>
    <w:rsid w:val="004728F5"/>
    <w:rsid w:val="00477730"/>
    <w:rsid w:val="00480E48"/>
    <w:rsid w:val="00481FE2"/>
    <w:rsid w:val="0048254D"/>
    <w:rsid w:val="00482CEB"/>
    <w:rsid w:val="00484E07"/>
    <w:rsid w:val="00485E9E"/>
    <w:rsid w:val="00485F52"/>
    <w:rsid w:val="004867AA"/>
    <w:rsid w:val="00491FAE"/>
    <w:rsid w:val="004928F7"/>
    <w:rsid w:val="004943E2"/>
    <w:rsid w:val="004948C6"/>
    <w:rsid w:val="00495B93"/>
    <w:rsid w:val="00496B25"/>
    <w:rsid w:val="00497066"/>
    <w:rsid w:val="00497245"/>
    <w:rsid w:val="00497F75"/>
    <w:rsid w:val="004A1696"/>
    <w:rsid w:val="004A41A3"/>
    <w:rsid w:val="004A4642"/>
    <w:rsid w:val="004A4B78"/>
    <w:rsid w:val="004A4C67"/>
    <w:rsid w:val="004A6843"/>
    <w:rsid w:val="004B2B5C"/>
    <w:rsid w:val="004B3421"/>
    <w:rsid w:val="004B3976"/>
    <w:rsid w:val="004B74BA"/>
    <w:rsid w:val="004C1A7E"/>
    <w:rsid w:val="004C2B67"/>
    <w:rsid w:val="004C31E5"/>
    <w:rsid w:val="004C4565"/>
    <w:rsid w:val="004D0C29"/>
    <w:rsid w:val="004D337F"/>
    <w:rsid w:val="004D373D"/>
    <w:rsid w:val="004D3C13"/>
    <w:rsid w:val="004D5857"/>
    <w:rsid w:val="004D7CB0"/>
    <w:rsid w:val="004E003F"/>
    <w:rsid w:val="004E038D"/>
    <w:rsid w:val="004E278D"/>
    <w:rsid w:val="004E394B"/>
    <w:rsid w:val="004E41F5"/>
    <w:rsid w:val="004E6068"/>
    <w:rsid w:val="004F0032"/>
    <w:rsid w:val="004F2D4B"/>
    <w:rsid w:val="004F2D62"/>
    <w:rsid w:val="004F3319"/>
    <w:rsid w:val="004F5B04"/>
    <w:rsid w:val="004F69F0"/>
    <w:rsid w:val="005002D1"/>
    <w:rsid w:val="00500B19"/>
    <w:rsid w:val="00502355"/>
    <w:rsid w:val="0050466F"/>
    <w:rsid w:val="00507210"/>
    <w:rsid w:val="00507A87"/>
    <w:rsid w:val="00507AE3"/>
    <w:rsid w:val="0051192D"/>
    <w:rsid w:val="00512A42"/>
    <w:rsid w:val="00513670"/>
    <w:rsid w:val="00513ABE"/>
    <w:rsid w:val="00516569"/>
    <w:rsid w:val="00521631"/>
    <w:rsid w:val="00523491"/>
    <w:rsid w:val="0052374E"/>
    <w:rsid w:val="00523FF8"/>
    <w:rsid w:val="005256B2"/>
    <w:rsid w:val="00525B46"/>
    <w:rsid w:val="0053084E"/>
    <w:rsid w:val="00531843"/>
    <w:rsid w:val="00532D87"/>
    <w:rsid w:val="00533E6B"/>
    <w:rsid w:val="00536B7C"/>
    <w:rsid w:val="00537154"/>
    <w:rsid w:val="005376A5"/>
    <w:rsid w:val="00541395"/>
    <w:rsid w:val="00541481"/>
    <w:rsid w:val="00541DCF"/>
    <w:rsid w:val="00542B11"/>
    <w:rsid w:val="00547D47"/>
    <w:rsid w:val="0055225D"/>
    <w:rsid w:val="00556A08"/>
    <w:rsid w:val="00560802"/>
    <w:rsid w:val="00562C39"/>
    <w:rsid w:val="005662D5"/>
    <w:rsid w:val="0056653D"/>
    <w:rsid w:val="00566DEA"/>
    <w:rsid w:val="00567301"/>
    <w:rsid w:val="005678A2"/>
    <w:rsid w:val="00570D9F"/>
    <w:rsid w:val="005711E0"/>
    <w:rsid w:val="00571B07"/>
    <w:rsid w:val="00572DCF"/>
    <w:rsid w:val="00573CF6"/>
    <w:rsid w:val="0057639A"/>
    <w:rsid w:val="00580346"/>
    <w:rsid w:val="0058371F"/>
    <w:rsid w:val="00584EE0"/>
    <w:rsid w:val="00584F0F"/>
    <w:rsid w:val="00587339"/>
    <w:rsid w:val="0058769B"/>
    <w:rsid w:val="005876B0"/>
    <w:rsid w:val="00587C90"/>
    <w:rsid w:val="00591825"/>
    <w:rsid w:val="0059318A"/>
    <w:rsid w:val="00593D37"/>
    <w:rsid w:val="00594B5F"/>
    <w:rsid w:val="00595681"/>
    <w:rsid w:val="0059654F"/>
    <w:rsid w:val="005A25B9"/>
    <w:rsid w:val="005A4FB1"/>
    <w:rsid w:val="005A5996"/>
    <w:rsid w:val="005A639F"/>
    <w:rsid w:val="005A6B72"/>
    <w:rsid w:val="005B06F8"/>
    <w:rsid w:val="005B24F6"/>
    <w:rsid w:val="005B2E2B"/>
    <w:rsid w:val="005B3DD2"/>
    <w:rsid w:val="005B44AF"/>
    <w:rsid w:val="005B61AC"/>
    <w:rsid w:val="005C1714"/>
    <w:rsid w:val="005C1B7D"/>
    <w:rsid w:val="005C2EB3"/>
    <w:rsid w:val="005C56E4"/>
    <w:rsid w:val="005D037A"/>
    <w:rsid w:val="005D6789"/>
    <w:rsid w:val="005D7EF8"/>
    <w:rsid w:val="005E12EF"/>
    <w:rsid w:val="005E1975"/>
    <w:rsid w:val="005E2DFF"/>
    <w:rsid w:val="005E302E"/>
    <w:rsid w:val="005E326B"/>
    <w:rsid w:val="005E6B0D"/>
    <w:rsid w:val="005F1CC1"/>
    <w:rsid w:val="005F46E9"/>
    <w:rsid w:val="005F5B98"/>
    <w:rsid w:val="005F5F93"/>
    <w:rsid w:val="005F6DF7"/>
    <w:rsid w:val="00600794"/>
    <w:rsid w:val="00600BF4"/>
    <w:rsid w:val="006025A0"/>
    <w:rsid w:val="00604AFF"/>
    <w:rsid w:val="0060577D"/>
    <w:rsid w:val="00605F60"/>
    <w:rsid w:val="006062DB"/>
    <w:rsid w:val="0060720B"/>
    <w:rsid w:val="00607C35"/>
    <w:rsid w:val="00611905"/>
    <w:rsid w:val="00612512"/>
    <w:rsid w:val="006127BA"/>
    <w:rsid w:val="0061727B"/>
    <w:rsid w:val="00621198"/>
    <w:rsid w:val="00627001"/>
    <w:rsid w:val="00630B8F"/>
    <w:rsid w:val="00632656"/>
    <w:rsid w:val="006329D8"/>
    <w:rsid w:val="00632DA9"/>
    <w:rsid w:val="006339E7"/>
    <w:rsid w:val="00633FA2"/>
    <w:rsid w:val="006341E8"/>
    <w:rsid w:val="00634A05"/>
    <w:rsid w:val="00635721"/>
    <w:rsid w:val="00637421"/>
    <w:rsid w:val="00637E98"/>
    <w:rsid w:val="00640813"/>
    <w:rsid w:val="00642361"/>
    <w:rsid w:val="00643C9C"/>
    <w:rsid w:val="006441C6"/>
    <w:rsid w:val="00644B25"/>
    <w:rsid w:val="0064709B"/>
    <w:rsid w:val="00650735"/>
    <w:rsid w:val="0065356B"/>
    <w:rsid w:val="006544CF"/>
    <w:rsid w:val="00655737"/>
    <w:rsid w:val="0066272B"/>
    <w:rsid w:val="00664D51"/>
    <w:rsid w:val="00664F99"/>
    <w:rsid w:val="0067026E"/>
    <w:rsid w:val="006703DF"/>
    <w:rsid w:val="00673D16"/>
    <w:rsid w:val="0067793C"/>
    <w:rsid w:val="00680C8B"/>
    <w:rsid w:val="006828BC"/>
    <w:rsid w:val="00682D59"/>
    <w:rsid w:val="006875C8"/>
    <w:rsid w:val="006904FE"/>
    <w:rsid w:val="00692CC3"/>
    <w:rsid w:val="006936ED"/>
    <w:rsid w:val="00694A9A"/>
    <w:rsid w:val="00696B98"/>
    <w:rsid w:val="006A0585"/>
    <w:rsid w:val="006A2BE1"/>
    <w:rsid w:val="006A2D51"/>
    <w:rsid w:val="006A7959"/>
    <w:rsid w:val="006A7B13"/>
    <w:rsid w:val="006B0BB0"/>
    <w:rsid w:val="006B2ABC"/>
    <w:rsid w:val="006B3F1F"/>
    <w:rsid w:val="006B3FAC"/>
    <w:rsid w:val="006B40D1"/>
    <w:rsid w:val="006B6841"/>
    <w:rsid w:val="006B6D1F"/>
    <w:rsid w:val="006C0364"/>
    <w:rsid w:val="006C06AD"/>
    <w:rsid w:val="006C4288"/>
    <w:rsid w:val="006C45CB"/>
    <w:rsid w:val="006C49AB"/>
    <w:rsid w:val="006D0026"/>
    <w:rsid w:val="006D4EE1"/>
    <w:rsid w:val="006D61AA"/>
    <w:rsid w:val="006D6363"/>
    <w:rsid w:val="006D6668"/>
    <w:rsid w:val="006D716C"/>
    <w:rsid w:val="006E0366"/>
    <w:rsid w:val="006E048F"/>
    <w:rsid w:val="006E1394"/>
    <w:rsid w:val="006E1A98"/>
    <w:rsid w:val="006E362A"/>
    <w:rsid w:val="006E3F80"/>
    <w:rsid w:val="006E5FB9"/>
    <w:rsid w:val="006F0145"/>
    <w:rsid w:val="006F1C28"/>
    <w:rsid w:val="006F37F0"/>
    <w:rsid w:val="006F4262"/>
    <w:rsid w:val="006F656D"/>
    <w:rsid w:val="006F680A"/>
    <w:rsid w:val="006F6F40"/>
    <w:rsid w:val="00700335"/>
    <w:rsid w:val="007027C6"/>
    <w:rsid w:val="00706B96"/>
    <w:rsid w:val="00706DA6"/>
    <w:rsid w:val="007078AA"/>
    <w:rsid w:val="00711DAE"/>
    <w:rsid w:val="007128AD"/>
    <w:rsid w:val="007128C8"/>
    <w:rsid w:val="00714451"/>
    <w:rsid w:val="00714516"/>
    <w:rsid w:val="007154CF"/>
    <w:rsid w:val="00720786"/>
    <w:rsid w:val="0072079A"/>
    <w:rsid w:val="0072162B"/>
    <w:rsid w:val="00722452"/>
    <w:rsid w:val="00723B73"/>
    <w:rsid w:val="00725E59"/>
    <w:rsid w:val="00726785"/>
    <w:rsid w:val="00727856"/>
    <w:rsid w:val="00730F0B"/>
    <w:rsid w:val="00731262"/>
    <w:rsid w:val="00732B0D"/>
    <w:rsid w:val="00734637"/>
    <w:rsid w:val="007367A5"/>
    <w:rsid w:val="007405AE"/>
    <w:rsid w:val="00744838"/>
    <w:rsid w:val="00746CF3"/>
    <w:rsid w:val="00751417"/>
    <w:rsid w:val="00756B74"/>
    <w:rsid w:val="007645EE"/>
    <w:rsid w:val="00764906"/>
    <w:rsid w:val="007661D3"/>
    <w:rsid w:val="00767E74"/>
    <w:rsid w:val="00770B3E"/>
    <w:rsid w:val="00772C32"/>
    <w:rsid w:val="0077306F"/>
    <w:rsid w:val="00774BEB"/>
    <w:rsid w:val="00775367"/>
    <w:rsid w:val="007809B9"/>
    <w:rsid w:val="00780A7E"/>
    <w:rsid w:val="00783C20"/>
    <w:rsid w:val="007865AF"/>
    <w:rsid w:val="00787C22"/>
    <w:rsid w:val="007A0106"/>
    <w:rsid w:val="007A0400"/>
    <w:rsid w:val="007A0D1F"/>
    <w:rsid w:val="007A23FD"/>
    <w:rsid w:val="007A295A"/>
    <w:rsid w:val="007A3375"/>
    <w:rsid w:val="007A362B"/>
    <w:rsid w:val="007A46B4"/>
    <w:rsid w:val="007A5AC8"/>
    <w:rsid w:val="007B190B"/>
    <w:rsid w:val="007B2A98"/>
    <w:rsid w:val="007B5164"/>
    <w:rsid w:val="007B6F78"/>
    <w:rsid w:val="007B73B2"/>
    <w:rsid w:val="007B7A88"/>
    <w:rsid w:val="007B7F2A"/>
    <w:rsid w:val="007C059F"/>
    <w:rsid w:val="007C2A4C"/>
    <w:rsid w:val="007C42A3"/>
    <w:rsid w:val="007C4719"/>
    <w:rsid w:val="007C5BCC"/>
    <w:rsid w:val="007C6DBF"/>
    <w:rsid w:val="007D16C1"/>
    <w:rsid w:val="007D1756"/>
    <w:rsid w:val="007D1857"/>
    <w:rsid w:val="007D2BC1"/>
    <w:rsid w:val="007D41C3"/>
    <w:rsid w:val="007D518C"/>
    <w:rsid w:val="007D596C"/>
    <w:rsid w:val="007E2A23"/>
    <w:rsid w:val="007E2D8C"/>
    <w:rsid w:val="007E2EF9"/>
    <w:rsid w:val="007E30BA"/>
    <w:rsid w:val="007E4C2B"/>
    <w:rsid w:val="007E5C41"/>
    <w:rsid w:val="007E5C68"/>
    <w:rsid w:val="007E5EA0"/>
    <w:rsid w:val="007E6B18"/>
    <w:rsid w:val="007E7EFB"/>
    <w:rsid w:val="007F0A78"/>
    <w:rsid w:val="007F19B9"/>
    <w:rsid w:val="0080245B"/>
    <w:rsid w:val="0080254C"/>
    <w:rsid w:val="008043C5"/>
    <w:rsid w:val="008068A0"/>
    <w:rsid w:val="00806CEE"/>
    <w:rsid w:val="008104A5"/>
    <w:rsid w:val="008113C4"/>
    <w:rsid w:val="008116BF"/>
    <w:rsid w:val="00813E82"/>
    <w:rsid w:val="00815B54"/>
    <w:rsid w:val="00816116"/>
    <w:rsid w:val="00816AC1"/>
    <w:rsid w:val="00820F2B"/>
    <w:rsid w:val="0082264E"/>
    <w:rsid w:val="00822703"/>
    <w:rsid w:val="00822DDD"/>
    <w:rsid w:val="00822EAD"/>
    <w:rsid w:val="00825C16"/>
    <w:rsid w:val="00830226"/>
    <w:rsid w:val="00830CE7"/>
    <w:rsid w:val="00830D42"/>
    <w:rsid w:val="0083150F"/>
    <w:rsid w:val="00832FF6"/>
    <w:rsid w:val="00833E4C"/>
    <w:rsid w:val="00834C71"/>
    <w:rsid w:val="008353F9"/>
    <w:rsid w:val="008378DD"/>
    <w:rsid w:val="008403A6"/>
    <w:rsid w:val="008419B9"/>
    <w:rsid w:val="00842358"/>
    <w:rsid w:val="008430BE"/>
    <w:rsid w:val="008457EC"/>
    <w:rsid w:val="0084612C"/>
    <w:rsid w:val="00846D02"/>
    <w:rsid w:val="00846D0D"/>
    <w:rsid w:val="00847041"/>
    <w:rsid w:val="0084722F"/>
    <w:rsid w:val="008472DC"/>
    <w:rsid w:val="00851C12"/>
    <w:rsid w:val="00856B49"/>
    <w:rsid w:val="00857A95"/>
    <w:rsid w:val="00861CA2"/>
    <w:rsid w:val="008629A7"/>
    <w:rsid w:val="00863A0F"/>
    <w:rsid w:val="0086601A"/>
    <w:rsid w:val="00866540"/>
    <w:rsid w:val="00866E4A"/>
    <w:rsid w:val="008674CD"/>
    <w:rsid w:val="008676CD"/>
    <w:rsid w:val="00871575"/>
    <w:rsid w:val="0087360C"/>
    <w:rsid w:val="008750CD"/>
    <w:rsid w:val="0087649E"/>
    <w:rsid w:val="0087753D"/>
    <w:rsid w:val="00882281"/>
    <w:rsid w:val="00882E3F"/>
    <w:rsid w:val="00883B2C"/>
    <w:rsid w:val="00891B76"/>
    <w:rsid w:val="00893314"/>
    <w:rsid w:val="00893F90"/>
    <w:rsid w:val="008955BC"/>
    <w:rsid w:val="008B0473"/>
    <w:rsid w:val="008B1229"/>
    <w:rsid w:val="008B2F87"/>
    <w:rsid w:val="008B436B"/>
    <w:rsid w:val="008B6501"/>
    <w:rsid w:val="008C6AB8"/>
    <w:rsid w:val="008C6B5F"/>
    <w:rsid w:val="008D212A"/>
    <w:rsid w:val="008D2625"/>
    <w:rsid w:val="008D535C"/>
    <w:rsid w:val="008D6EC3"/>
    <w:rsid w:val="008D70EF"/>
    <w:rsid w:val="008D7232"/>
    <w:rsid w:val="008D7EF8"/>
    <w:rsid w:val="008E106E"/>
    <w:rsid w:val="008E1B26"/>
    <w:rsid w:val="008E5BFC"/>
    <w:rsid w:val="008E65C1"/>
    <w:rsid w:val="008E69D8"/>
    <w:rsid w:val="008E7539"/>
    <w:rsid w:val="008F0363"/>
    <w:rsid w:val="008F06A6"/>
    <w:rsid w:val="008F3513"/>
    <w:rsid w:val="008F48BC"/>
    <w:rsid w:val="008F5A07"/>
    <w:rsid w:val="008F5D54"/>
    <w:rsid w:val="008F614D"/>
    <w:rsid w:val="008F6388"/>
    <w:rsid w:val="008F6522"/>
    <w:rsid w:val="008F6E3B"/>
    <w:rsid w:val="009006C3"/>
    <w:rsid w:val="009102C2"/>
    <w:rsid w:val="009115A1"/>
    <w:rsid w:val="009115B4"/>
    <w:rsid w:val="009123DC"/>
    <w:rsid w:val="00913322"/>
    <w:rsid w:val="00913877"/>
    <w:rsid w:val="00914E19"/>
    <w:rsid w:val="00920B60"/>
    <w:rsid w:val="00923D79"/>
    <w:rsid w:val="00924657"/>
    <w:rsid w:val="00924878"/>
    <w:rsid w:val="00924A5D"/>
    <w:rsid w:val="00924F3F"/>
    <w:rsid w:val="0092776B"/>
    <w:rsid w:val="009279F5"/>
    <w:rsid w:val="00930D3A"/>
    <w:rsid w:val="009356B3"/>
    <w:rsid w:val="00935C7A"/>
    <w:rsid w:val="00935CE7"/>
    <w:rsid w:val="009362E1"/>
    <w:rsid w:val="00936733"/>
    <w:rsid w:val="009375BF"/>
    <w:rsid w:val="00937AFB"/>
    <w:rsid w:val="00940803"/>
    <w:rsid w:val="00941B5E"/>
    <w:rsid w:val="00941D02"/>
    <w:rsid w:val="00942D77"/>
    <w:rsid w:val="0094377B"/>
    <w:rsid w:val="00943ABA"/>
    <w:rsid w:val="00944122"/>
    <w:rsid w:val="009441A2"/>
    <w:rsid w:val="00944A59"/>
    <w:rsid w:val="00947F3B"/>
    <w:rsid w:val="0095424F"/>
    <w:rsid w:val="00956561"/>
    <w:rsid w:val="00957411"/>
    <w:rsid w:val="00961C1C"/>
    <w:rsid w:val="00962E75"/>
    <w:rsid w:val="0096370E"/>
    <w:rsid w:val="00964517"/>
    <w:rsid w:val="00964D10"/>
    <w:rsid w:val="00966799"/>
    <w:rsid w:val="00971057"/>
    <w:rsid w:val="00972C87"/>
    <w:rsid w:val="0097305F"/>
    <w:rsid w:val="00973E33"/>
    <w:rsid w:val="00980C63"/>
    <w:rsid w:val="00980DBE"/>
    <w:rsid w:val="00980F96"/>
    <w:rsid w:val="00982813"/>
    <w:rsid w:val="009849B0"/>
    <w:rsid w:val="00985F2C"/>
    <w:rsid w:val="009861EF"/>
    <w:rsid w:val="009931BB"/>
    <w:rsid w:val="009A5940"/>
    <w:rsid w:val="009A5C41"/>
    <w:rsid w:val="009A5E29"/>
    <w:rsid w:val="009B43DE"/>
    <w:rsid w:val="009B52AE"/>
    <w:rsid w:val="009B5C91"/>
    <w:rsid w:val="009C342C"/>
    <w:rsid w:val="009C3E60"/>
    <w:rsid w:val="009C5289"/>
    <w:rsid w:val="009D08FE"/>
    <w:rsid w:val="009D130B"/>
    <w:rsid w:val="009D3671"/>
    <w:rsid w:val="009D3BB4"/>
    <w:rsid w:val="009D5E0A"/>
    <w:rsid w:val="009D648F"/>
    <w:rsid w:val="009D7638"/>
    <w:rsid w:val="009D7902"/>
    <w:rsid w:val="009E0570"/>
    <w:rsid w:val="009E3CA4"/>
    <w:rsid w:val="009E5FA9"/>
    <w:rsid w:val="009E73AA"/>
    <w:rsid w:val="009F1C1E"/>
    <w:rsid w:val="009F2403"/>
    <w:rsid w:val="009F49B2"/>
    <w:rsid w:val="009F513F"/>
    <w:rsid w:val="009F53AC"/>
    <w:rsid w:val="009F5640"/>
    <w:rsid w:val="009F72E6"/>
    <w:rsid w:val="00A00E78"/>
    <w:rsid w:val="00A01251"/>
    <w:rsid w:val="00A01A66"/>
    <w:rsid w:val="00A05AF9"/>
    <w:rsid w:val="00A06994"/>
    <w:rsid w:val="00A12019"/>
    <w:rsid w:val="00A1301F"/>
    <w:rsid w:val="00A13481"/>
    <w:rsid w:val="00A16746"/>
    <w:rsid w:val="00A20ECE"/>
    <w:rsid w:val="00A22BF9"/>
    <w:rsid w:val="00A22F3D"/>
    <w:rsid w:val="00A23540"/>
    <w:rsid w:val="00A24896"/>
    <w:rsid w:val="00A26AF4"/>
    <w:rsid w:val="00A27062"/>
    <w:rsid w:val="00A2776E"/>
    <w:rsid w:val="00A30687"/>
    <w:rsid w:val="00A31B3B"/>
    <w:rsid w:val="00A320AF"/>
    <w:rsid w:val="00A32DCD"/>
    <w:rsid w:val="00A3746C"/>
    <w:rsid w:val="00A40C1F"/>
    <w:rsid w:val="00A4116B"/>
    <w:rsid w:val="00A43562"/>
    <w:rsid w:val="00A43BC5"/>
    <w:rsid w:val="00A44B97"/>
    <w:rsid w:val="00A44FD9"/>
    <w:rsid w:val="00A45775"/>
    <w:rsid w:val="00A46CA8"/>
    <w:rsid w:val="00A505A9"/>
    <w:rsid w:val="00A515C8"/>
    <w:rsid w:val="00A51DD0"/>
    <w:rsid w:val="00A51FFA"/>
    <w:rsid w:val="00A5342D"/>
    <w:rsid w:val="00A536E9"/>
    <w:rsid w:val="00A562BD"/>
    <w:rsid w:val="00A60DC6"/>
    <w:rsid w:val="00A62160"/>
    <w:rsid w:val="00A62BEE"/>
    <w:rsid w:val="00A64189"/>
    <w:rsid w:val="00A65552"/>
    <w:rsid w:val="00A6562F"/>
    <w:rsid w:val="00A65765"/>
    <w:rsid w:val="00A659ED"/>
    <w:rsid w:val="00A727B0"/>
    <w:rsid w:val="00A73624"/>
    <w:rsid w:val="00A74E19"/>
    <w:rsid w:val="00A75E74"/>
    <w:rsid w:val="00A77422"/>
    <w:rsid w:val="00A80856"/>
    <w:rsid w:val="00A82DC0"/>
    <w:rsid w:val="00A851D4"/>
    <w:rsid w:val="00A87475"/>
    <w:rsid w:val="00A87A87"/>
    <w:rsid w:val="00A9180C"/>
    <w:rsid w:val="00A949E7"/>
    <w:rsid w:val="00A97CED"/>
    <w:rsid w:val="00A97FA0"/>
    <w:rsid w:val="00AA0BD8"/>
    <w:rsid w:val="00AA199D"/>
    <w:rsid w:val="00AA2476"/>
    <w:rsid w:val="00AA2808"/>
    <w:rsid w:val="00AA2CBA"/>
    <w:rsid w:val="00AA7E72"/>
    <w:rsid w:val="00AB3571"/>
    <w:rsid w:val="00AB51AF"/>
    <w:rsid w:val="00AB62FF"/>
    <w:rsid w:val="00AC015A"/>
    <w:rsid w:val="00AC0700"/>
    <w:rsid w:val="00AC115A"/>
    <w:rsid w:val="00AC14DE"/>
    <w:rsid w:val="00AC17AF"/>
    <w:rsid w:val="00AC31AF"/>
    <w:rsid w:val="00AC4148"/>
    <w:rsid w:val="00AC5E7B"/>
    <w:rsid w:val="00AC7292"/>
    <w:rsid w:val="00AC7BC4"/>
    <w:rsid w:val="00AC7D4B"/>
    <w:rsid w:val="00AD0A87"/>
    <w:rsid w:val="00AD209D"/>
    <w:rsid w:val="00AD2380"/>
    <w:rsid w:val="00AD2B7D"/>
    <w:rsid w:val="00AD36B6"/>
    <w:rsid w:val="00AD45B5"/>
    <w:rsid w:val="00AD65DA"/>
    <w:rsid w:val="00AD6632"/>
    <w:rsid w:val="00AE17B0"/>
    <w:rsid w:val="00AE3E46"/>
    <w:rsid w:val="00AE410D"/>
    <w:rsid w:val="00AE54B3"/>
    <w:rsid w:val="00AF05CB"/>
    <w:rsid w:val="00AF1CA7"/>
    <w:rsid w:val="00AF203D"/>
    <w:rsid w:val="00AF32C1"/>
    <w:rsid w:val="00AF446B"/>
    <w:rsid w:val="00AF4DF1"/>
    <w:rsid w:val="00AF59DA"/>
    <w:rsid w:val="00AF60C7"/>
    <w:rsid w:val="00AF7271"/>
    <w:rsid w:val="00AF774A"/>
    <w:rsid w:val="00B01D6F"/>
    <w:rsid w:val="00B02C4A"/>
    <w:rsid w:val="00B03502"/>
    <w:rsid w:val="00B0394E"/>
    <w:rsid w:val="00B043B6"/>
    <w:rsid w:val="00B10BCC"/>
    <w:rsid w:val="00B110B1"/>
    <w:rsid w:val="00B11C52"/>
    <w:rsid w:val="00B12523"/>
    <w:rsid w:val="00B1334D"/>
    <w:rsid w:val="00B15FD9"/>
    <w:rsid w:val="00B22E9C"/>
    <w:rsid w:val="00B22F7A"/>
    <w:rsid w:val="00B23654"/>
    <w:rsid w:val="00B236BE"/>
    <w:rsid w:val="00B24B9B"/>
    <w:rsid w:val="00B25A4B"/>
    <w:rsid w:val="00B260F0"/>
    <w:rsid w:val="00B2747C"/>
    <w:rsid w:val="00B274E6"/>
    <w:rsid w:val="00B3013A"/>
    <w:rsid w:val="00B31F64"/>
    <w:rsid w:val="00B32C0A"/>
    <w:rsid w:val="00B35965"/>
    <w:rsid w:val="00B37FD0"/>
    <w:rsid w:val="00B41D0F"/>
    <w:rsid w:val="00B44DDF"/>
    <w:rsid w:val="00B450D6"/>
    <w:rsid w:val="00B470CB"/>
    <w:rsid w:val="00B470D1"/>
    <w:rsid w:val="00B4792E"/>
    <w:rsid w:val="00B501D9"/>
    <w:rsid w:val="00B5052A"/>
    <w:rsid w:val="00B5141C"/>
    <w:rsid w:val="00B51DED"/>
    <w:rsid w:val="00B54440"/>
    <w:rsid w:val="00B5522B"/>
    <w:rsid w:val="00B55885"/>
    <w:rsid w:val="00B569B0"/>
    <w:rsid w:val="00B603DB"/>
    <w:rsid w:val="00B60651"/>
    <w:rsid w:val="00B644A5"/>
    <w:rsid w:val="00B7446A"/>
    <w:rsid w:val="00B76252"/>
    <w:rsid w:val="00B7629D"/>
    <w:rsid w:val="00B7641D"/>
    <w:rsid w:val="00B8309E"/>
    <w:rsid w:val="00B86145"/>
    <w:rsid w:val="00B863C6"/>
    <w:rsid w:val="00B87B67"/>
    <w:rsid w:val="00B943BA"/>
    <w:rsid w:val="00B95099"/>
    <w:rsid w:val="00B96062"/>
    <w:rsid w:val="00B96DF3"/>
    <w:rsid w:val="00B974B7"/>
    <w:rsid w:val="00BA0492"/>
    <w:rsid w:val="00BA0687"/>
    <w:rsid w:val="00BA082D"/>
    <w:rsid w:val="00BA2102"/>
    <w:rsid w:val="00BA4F38"/>
    <w:rsid w:val="00BA53E9"/>
    <w:rsid w:val="00BA6285"/>
    <w:rsid w:val="00BB0BFB"/>
    <w:rsid w:val="00BB23D4"/>
    <w:rsid w:val="00BB28C9"/>
    <w:rsid w:val="00BB30CA"/>
    <w:rsid w:val="00BB3AB4"/>
    <w:rsid w:val="00BB3CF9"/>
    <w:rsid w:val="00BC0D60"/>
    <w:rsid w:val="00BC1D2F"/>
    <w:rsid w:val="00BC5049"/>
    <w:rsid w:val="00BC69B7"/>
    <w:rsid w:val="00BD1015"/>
    <w:rsid w:val="00BD554C"/>
    <w:rsid w:val="00BD7E75"/>
    <w:rsid w:val="00BE07D9"/>
    <w:rsid w:val="00BE2887"/>
    <w:rsid w:val="00BE3389"/>
    <w:rsid w:val="00BE3DFC"/>
    <w:rsid w:val="00BE7CE2"/>
    <w:rsid w:val="00BE7FFD"/>
    <w:rsid w:val="00BF24A6"/>
    <w:rsid w:val="00BF3F1D"/>
    <w:rsid w:val="00BF4DBF"/>
    <w:rsid w:val="00BF503E"/>
    <w:rsid w:val="00C005F4"/>
    <w:rsid w:val="00C01AF2"/>
    <w:rsid w:val="00C01BA9"/>
    <w:rsid w:val="00C03666"/>
    <w:rsid w:val="00C0441D"/>
    <w:rsid w:val="00C04447"/>
    <w:rsid w:val="00C0718A"/>
    <w:rsid w:val="00C0739E"/>
    <w:rsid w:val="00C07588"/>
    <w:rsid w:val="00C12A66"/>
    <w:rsid w:val="00C1364E"/>
    <w:rsid w:val="00C13EAF"/>
    <w:rsid w:val="00C21FDD"/>
    <w:rsid w:val="00C23F9C"/>
    <w:rsid w:val="00C240A3"/>
    <w:rsid w:val="00C24E65"/>
    <w:rsid w:val="00C269AE"/>
    <w:rsid w:val="00C26F51"/>
    <w:rsid w:val="00C278CC"/>
    <w:rsid w:val="00C30AAF"/>
    <w:rsid w:val="00C30EAD"/>
    <w:rsid w:val="00C31CA2"/>
    <w:rsid w:val="00C3225D"/>
    <w:rsid w:val="00C34BC6"/>
    <w:rsid w:val="00C35E7B"/>
    <w:rsid w:val="00C3657C"/>
    <w:rsid w:val="00C3735D"/>
    <w:rsid w:val="00C41D23"/>
    <w:rsid w:val="00C422AF"/>
    <w:rsid w:val="00C43B69"/>
    <w:rsid w:val="00C4576D"/>
    <w:rsid w:val="00C458B9"/>
    <w:rsid w:val="00C467EA"/>
    <w:rsid w:val="00C47CAE"/>
    <w:rsid w:val="00C51C66"/>
    <w:rsid w:val="00C53711"/>
    <w:rsid w:val="00C55B02"/>
    <w:rsid w:val="00C6057D"/>
    <w:rsid w:val="00C60A5C"/>
    <w:rsid w:val="00C647EB"/>
    <w:rsid w:val="00C6537F"/>
    <w:rsid w:val="00C661B8"/>
    <w:rsid w:val="00C74FAC"/>
    <w:rsid w:val="00C766ED"/>
    <w:rsid w:val="00C81BFB"/>
    <w:rsid w:val="00C83509"/>
    <w:rsid w:val="00C84435"/>
    <w:rsid w:val="00C85821"/>
    <w:rsid w:val="00C85B12"/>
    <w:rsid w:val="00C85DC4"/>
    <w:rsid w:val="00C921EF"/>
    <w:rsid w:val="00C93928"/>
    <w:rsid w:val="00C944D8"/>
    <w:rsid w:val="00C948E6"/>
    <w:rsid w:val="00C97FA0"/>
    <w:rsid w:val="00CA053C"/>
    <w:rsid w:val="00CA68FF"/>
    <w:rsid w:val="00CA6FD3"/>
    <w:rsid w:val="00CA726E"/>
    <w:rsid w:val="00CB1BD0"/>
    <w:rsid w:val="00CC2EB8"/>
    <w:rsid w:val="00CC432B"/>
    <w:rsid w:val="00CC60AE"/>
    <w:rsid w:val="00CC6B6E"/>
    <w:rsid w:val="00CD1622"/>
    <w:rsid w:val="00CD1803"/>
    <w:rsid w:val="00CD1AC9"/>
    <w:rsid w:val="00CD2935"/>
    <w:rsid w:val="00CD2ABC"/>
    <w:rsid w:val="00CD464C"/>
    <w:rsid w:val="00CD48EB"/>
    <w:rsid w:val="00CD4D54"/>
    <w:rsid w:val="00CE29A9"/>
    <w:rsid w:val="00CE3F0D"/>
    <w:rsid w:val="00CE5175"/>
    <w:rsid w:val="00CE547A"/>
    <w:rsid w:val="00CE60C6"/>
    <w:rsid w:val="00CE694E"/>
    <w:rsid w:val="00CF4FE5"/>
    <w:rsid w:val="00CF63D1"/>
    <w:rsid w:val="00CF75D7"/>
    <w:rsid w:val="00D0312D"/>
    <w:rsid w:val="00D03896"/>
    <w:rsid w:val="00D038D2"/>
    <w:rsid w:val="00D04126"/>
    <w:rsid w:val="00D06F59"/>
    <w:rsid w:val="00D07945"/>
    <w:rsid w:val="00D109D5"/>
    <w:rsid w:val="00D1317B"/>
    <w:rsid w:val="00D14A00"/>
    <w:rsid w:val="00D14EE6"/>
    <w:rsid w:val="00D1582B"/>
    <w:rsid w:val="00D15E3B"/>
    <w:rsid w:val="00D1675A"/>
    <w:rsid w:val="00D173DD"/>
    <w:rsid w:val="00D200E9"/>
    <w:rsid w:val="00D22CE4"/>
    <w:rsid w:val="00D25CF2"/>
    <w:rsid w:val="00D26F13"/>
    <w:rsid w:val="00D30563"/>
    <w:rsid w:val="00D316D4"/>
    <w:rsid w:val="00D33FC2"/>
    <w:rsid w:val="00D368D9"/>
    <w:rsid w:val="00D379E0"/>
    <w:rsid w:val="00D37DDD"/>
    <w:rsid w:val="00D40D38"/>
    <w:rsid w:val="00D41001"/>
    <w:rsid w:val="00D4612D"/>
    <w:rsid w:val="00D47146"/>
    <w:rsid w:val="00D50631"/>
    <w:rsid w:val="00D527F3"/>
    <w:rsid w:val="00D528AD"/>
    <w:rsid w:val="00D52F2C"/>
    <w:rsid w:val="00D548A5"/>
    <w:rsid w:val="00D617F1"/>
    <w:rsid w:val="00D63382"/>
    <w:rsid w:val="00D65093"/>
    <w:rsid w:val="00D66F70"/>
    <w:rsid w:val="00D67015"/>
    <w:rsid w:val="00D7065D"/>
    <w:rsid w:val="00D71902"/>
    <w:rsid w:val="00D73152"/>
    <w:rsid w:val="00D73DDA"/>
    <w:rsid w:val="00D75FF6"/>
    <w:rsid w:val="00D81694"/>
    <w:rsid w:val="00D8194A"/>
    <w:rsid w:val="00D82A5F"/>
    <w:rsid w:val="00D846BB"/>
    <w:rsid w:val="00D847A9"/>
    <w:rsid w:val="00D87168"/>
    <w:rsid w:val="00D87B8D"/>
    <w:rsid w:val="00D90768"/>
    <w:rsid w:val="00D91AB0"/>
    <w:rsid w:val="00D9527C"/>
    <w:rsid w:val="00DA0654"/>
    <w:rsid w:val="00DA16ED"/>
    <w:rsid w:val="00DA1833"/>
    <w:rsid w:val="00DA3114"/>
    <w:rsid w:val="00DA34C2"/>
    <w:rsid w:val="00DA4E82"/>
    <w:rsid w:val="00DA600B"/>
    <w:rsid w:val="00DA60BD"/>
    <w:rsid w:val="00DA7004"/>
    <w:rsid w:val="00DA764E"/>
    <w:rsid w:val="00DB207D"/>
    <w:rsid w:val="00DB3D90"/>
    <w:rsid w:val="00DC0AD6"/>
    <w:rsid w:val="00DC0E86"/>
    <w:rsid w:val="00DC1D95"/>
    <w:rsid w:val="00DC1E91"/>
    <w:rsid w:val="00DC24CB"/>
    <w:rsid w:val="00DC6CB4"/>
    <w:rsid w:val="00DC6E3F"/>
    <w:rsid w:val="00DD02B6"/>
    <w:rsid w:val="00DD25A3"/>
    <w:rsid w:val="00DD2DF6"/>
    <w:rsid w:val="00DD54D5"/>
    <w:rsid w:val="00DD5553"/>
    <w:rsid w:val="00DD55AE"/>
    <w:rsid w:val="00DD5FB4"/>
    <w:rsid w:val="00DD60E2"/>
    <w:rsid w:val="00DD65DD"/>
    <w:rsid w:val="00DE25D5"/>
    <w:rsid w:val="00DE5160"/>
    <w:rsid w:val="00DE5263"/>
    <w:rsid w:val="00DE53A0"/>
    <w:rsid w:val="00DE6719"/>
    <w:rsid w:val="00DE71F1"/>
    <w:rsid w:val="00DF1399"/>
    <w:rsid w:val="00DF142E"/>
    <w:rsid w:val="00DF16ED"/>
    <w:rsid w:val="00DF2B0E"/>
    <w:rsid w:val="00DF2CEA"/>
    <w:rsid w:val="00DF3039"/>
    <w:rsid w:val="00DF33E5"/>
    <w:rsid w:val="00DF39EE"/>
    <w:rsid w:val="00DF3EB2"/>
    <w:rsid w:val="00DF404E"/>
    <w:rsid w:val="00DF4FD7"/>
    <w:rsid w:val="00DF6C83"/>
    <w:rsid w:val="00E041BA"/>
    <w:rsid w:val="00E051AD"/>
    <w:rsid w:val="00E06501"/>
    <w:rsid w:val="00E068D1"/>
    <w:rsid w:val="00E07176"/>
    <w:rsid w:val="00E11971"/>
    <w:rsid w:val="00E11FA4"/>
    <w:rsid w:val="00E147C1"/>
    <w:rsid w:val="00E20713"/>
    <w:rsid w:val="00E213B5"/>
    <w:rsid w:val="00E2144E"/>
    <w:rsid w:val="00E231D5"/>
    <w:rsid w:val="00E24B03"/>
    <w:rsid w:val="00E24CF1"/>
    <w:rsid w:val="00E254DB"/>
    <w:rsid w:val="00E25BA6"/>
    <w:rsid w:val="00E3044E"/>
    <w:rsid w:val="00E306DC"/>
    <w:rsid w:val="00E31812"/>
    <w:rsid w:val="00E31D81"/>
    <w:rsid w:val="00E31F8B"/>
    <w:rsid w:val="00E413D4"/>
    <w:rsid w:val="00E4148B"/>
    <w:rsid w:val="00E41560"/>
    <w:rsid w:val="00E46C61"/>
    <w:rsid w:val="00E506BF"/>
    <w:rsid w:val="00E515B7"/>
    <w:rsid w:val="00E51B48"/>
    <w:rsid w:val="00E53816"/>
    <w:rsid w:val="00E5570E"/>
    <w:rsid w:val="00E55C37"/>
    <w:rsid w:val="00E56B23"/>
    <w:rsid w:val="00E60C76"/>
    <w:rsid w:val="00E61B8B"/>
    <w:rsid w:val="00E64A82"/>
    <w:rsid w:val="00E652EE"/>
    <w:rsid w:val="00E66607"/>
    <w:rsid w:val="00E66B3A"/>
    <w:rsid w:val="00E6734A"/>
    <w:rsid w:val="00E713CE"/>
    <w:rsid w:val="00E80374"/>
    <w:rsid w:val="00E80D2A"/>
    <w:rsid w:val="00E83467"/>
    <w:rsid w:val="00E83483"/>
    <w:rsid w:val="00E84850"/>
    <w:rsid w:val="00E8714D"/>
    <w:rsid w:val="00E928C3"/>
    <w:rsid w:val="00E932BA"/>
    <w:rsid w:val="00E945EE"/>
    <w:rsid w:val="00E949EA"/>
    <w:rsid w:val="00EA381F"/>
    <w:rsid w:val="00EA50AA"/>
    <w:rsid w:val="00EA59F9"/>
    <w:rsid w:val="00EB0515"/>
    <w:rsid w:val="00EB0ED0"/>
    <w:rsid w:val="00EB23AF"/>
    <w:rsid w:val="00EB42C9"/>
    <w:rsid w:val="00EB4660"/>
    <w:rsid w:val="00EB5602"/>
    <w:rsid w:val="00EB69C4"/>
    <w:rsid w:val="00EC1506"/>
    <w:rsid w:val="00EC3629"/>
    <w:rsid w:val="00EC3B2E"/>
    <w:rsid w:val="00EC3B51"/>
    <w:rsid w:val="00EC4425"/>
    <w:rsid w:val="00EC59A6"/>
    <w:rsid w:val="00EC5C7D"/>
    <w:rsid w:val="00EC5CF5"/>
    <w:rsid w:val="00EC5D35"/>
    <w:rsid w:val="00ED00E7"/>
    <w:rsid w:val="00ED065D"/>
    <w:rsid w:val="00ED116D"/>
    <w:rsid w:val="00ED2B55"/>
    <w:rsid w:val="00ED3A72"/>
    <w:rsid w:val="00ED7D84"/>
    <w:rsid w:val="00EE1D8D"/>
    <w:rsid w:val="00EE7ED8"/>
    <w:rsid w:val="00EF0DCD"/>
    <w:rsid w:val="00EF0DF6"/>
    <w:rsid w:val="00EF19EF"/>
    <w:rsid w:val="00EF4195"/>
    <w:rsid w:val="00EF63E4"/>
    <w:rsid w:val="00EF6AEE"/>
    <w:rsid w:val="00EF7F80"/>
    <w:rsid w:val="00F021CB"/>
    <w:rsid w:val="00F045E1"/>
    <w:rsid w:val="00F055A8"/>
    <w:rsid w:val="00F05688"/>
    <w:rsid w:val="00F108E9"/>
    <w:rsid w:val="00F121D6"/>
    <w:rsid w:val="00F129B8"/>
    <w:rsid w:val="00F16633"/>
    <w:rsid w:val="00F16BEF"/>
    <w:rsid w:val="00F205DE"/>
    <w:rsid w:val="00F208D5"/>
    <w:rsid w:val="00F21850"/>
    <w:rsid w:val="00F229A1"/>
    <w:rsid w:val="00F268D2"/>
    <w:rsid w:val="00F315D3"/>
    <w:rsid w:val="00F32297"/>
    <w:rsid w:val="00F3295C"/>
    <w:rsid w:val="00F32C7A"/>
    <w:rsid w:val="00F36E4C"/>
    <w:rsid w:val="00F370BD"/>
    <w:rsid w:val="00F400CD"/>
    <w:rsid w:val="00F40D7E"/>
    <w:rsid w:val="00F41AF5"/>
    <w:rsid w:val="00F41F87"/>
    <w:rsid w:val="00F42755"/>
    <w:rsid w:val="00F431BB"/>
    <w:rsid w:val="00F43B6C"/>
    <w:rsid w:val="00F45E15"/>
    <w:rsid w:val="00F50BEF"/>
    <w:rsid w:val="00F50D97"/>
    <w:rsid w:val="00F5170A"/>
    <w:rsid w:val="00F51F96"/>
    <w:rsid w:val="00F523BA"/>
    <w:rsid w:val="00F52E22"/>
    <w:rsid w:val="00F539C7"/>
    <w:rsid w:val="00F53D50"/>
    <w:rsid w:val="00F53DC3"/>
    <w:rsid w:val="00F55BF5"/>
    <w:rsid w:val="00F5707A"/>
    <w:rsid w:val="00F57A3B"/>
    <w:rsid w:val="00F57D3B"/>
    <w:rsid w:val="00F605FA"/>
    <w:rsid w:val="00F6490C"/>
    <w:rsid w:val="00F65B65"/>
    <w:rsid w:val="00F66F41"/>
    <w:rsid w:val="00F710F4"/>
    <w:rsid w:val="00F717B9"/>
    <w:rsid w:val="00F7215E"/>
    <w:rsid w:val="00F7411C"/>
    <w:rsid w:val="00F76970"/>
    <w:rsid w:val="00F77B14"/>
    <w:rsid w:val="00F77DF4"/>
    <w:rsid w:val="00F803AB"/>
    <w:rsid w:val="00F80C38"/>
    <w:rsid w:val="00F82340"/>
    <w:rsid w:val="00F8286D"/>
    <w:rsid w:val="00F84F71"/>
    <w:rsid w:val="00F86052"/>
    <w:rsid w:val="00F87ABB"/>
    <w:rsid w:val="00F87AE3"/>
    <w:rsid w:val="00F9023D"/>
    <w:rsid w:val="00F9125E"/>
    <w:rsid w:val="00F919B1"/>
    <w:rsid w:val="00F9297F"/>
    <w:rsid w:val="00F963A5"/>
    <w:rsid w:val="00F96B1B"/>
    <w:rsid w:val="00FA0084"/>
    <w:rsid w:val="00FA0C1E"/>
    <w:rsid w:val="00FA183C"/>
    <w:rsid w:val="00FA1D06"/>
    <w:rsid w:val="00FA20B6"/>
    <w:rsid w:val="00FA2D15"/>
    <w:rsid w:val="00FA4676"/>
    <w:rsid w:val="00FA497D"/>
    <w:rsid w:val="00FB31E1"/>
    <w:rsid w:val="00FB4E65"/>
    <w:rsid w:val="00FB5952"/>
    <w:rsid w:val="00FB5E93"/>
    <w:rsid w:val="00FC1785"/>
    <w:rsid w:val="00FC2244"/>
    <w:rsid w:val="00FC318C"/>
    <w:rsid w:val="00FC405A"/>
    <w:rsid w:val="00FC4E13"/>
    <w:rsid w:val="00FC4E66"/>
    <w:rsid w:val="00FC4E89"/>
    <w:rsid w:val="00FD2F78"/>
    <w:rsid w:val="00FD3C8C"/>
    <w:rsid w:val="00FD6DBA"/>
    <w:rsid w:val="00FE010B"/>
    <w:rsid w:val="00FE020F"/>
    <w:rsid w:val="00FE189F"/>
    <w:rsid w:val="00FE1DD7"/>
    <w:rsid w:val="00FE2ACC"/>
    <w:rsid w:val="00FE527B"/>
    <w:rsid w:val="00FE5FD4"/>
    <w:rsid w:val="00FF3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f" fillcolor="white">
      <v:fill color="white" on="f"/>
      <v:stroke weight=".5pt"/>
    </o:shapedefaults>
    <o:shapelayout v:ext="edit">
      <o:idmap v:ext="edit" data="1,3,4"/>
    </o:shapelayout>
  </w:shapeDefaults>
  <w:decimalSymbol w:val="."/>
  <w:listSeparator w:val=","/>
  <w14:docId w14:val="08BFDE4B"/>
  <w15:chartTrackingRefBased/>
  <w15:docId w15:val="{8979E811-C9E6-4AE9-88CC-532E9223B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E7B"/>
    <w:pPr>
      <w:widowControl w:val="0"/>
      <w:jc w:val="both"/>
    </w:pPr>
    <w:rPr>
      <w:kern w:val="2"/>
      <w:sz w:val="21"/>
      <w:szCs w:val="24"/>
    </w:rPr>
  </w:style>
  <w:style w:type="paragraph" w:styleId="2">
    <w:name w:val="heading 2"/>
    <w:basedOn w:val="a"/>
    <w:next w:val="a"/>
    <w:qFormat/>
    <w:rsid w:val="00120F05"/>
    <w:pPr>
      <w:keepNext/>
      <w:outlineLvl w:val="1"/>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semiHidden/>
    <w:pPr>
      <w:widowControl w:val="0"/>
      <w:wordWrap w:val="0"/>
      <w:autoSpaceDE w:val="0"/>
      <w:autoSpaceDN w:val="0"/>
      <w:adjustRightInd w:val="0"/>
      <w:spacing w:line="236" w:lineRule="exact"/>
      <w:jc w:val="both"/>
    </w:pPr>
    <w:rPr>
      <w:rFonts w:cs="ＭＳ 明朝"/>
      <w:spacing w:val="9"/>
      <w:sz w:val="21"/>
      <w:szCs w:val="21"/>
    </w:rPr>
  </w:style>
  <w:style w:type="paragraph" w:customStyle="1" w:styleId="a4">
    <w:name w:val="一太郎８/９"/>
    <w:semiHidden/>
    <w:pPr>
      <w:widowControl w:val="0"/>
      <w:wordWrap w:val="0"/>
      <w:autoSpaceDE w:val="0"/>
      <w:autoSpaceDN w:val="0"/>
      <w:adjustRightInd w:val="0"/>
      <w:spacing w:line="313" w:lineRule="atLeast"/>
      <w:jc w:val="both"/>
    </w:pPr>
    <w:rPr>
      <w:rFonts w:ascii="ＭＳ 明朝"/>
      <w:spacing w:val="-3"/>
      <w:sz w:val="21"/>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w:basedOn w:val="a"/>
    <w:link w:val="a9"/>
    <w:rPr>
      <w:sz w:val="18"/>
    </w:rPr>
  </w:style>
  <w:style w:type="paragraph" w:customStyle="1" w:styleId="1">
    <w:name w:val="スタイル1"/>
    <w:basedOn w:val="a"/>
    <w:rsid w:val="00120F05"/>
    <w:pPr>
      <w:jc w:val="center"/>
    </w:pPr>
    <w:rPr>
      <w:spacing w:val="210"/>
      <w:kern w:val="0"/>
      <w:sz w:val="36"/>
      <w:szCs w:val="36"/>
      <w:fitText w:val="5040" w:id="-324872448"/>
    </w:rPr>
  </w:style>
  <w:style w:type="paragraph" w:customStyle="1" w:styleId="20">
    <w:name w:val="スタイル2"/>
    <w:basedOn w:val="a"/>
    <w:rsid w:val="00120F05"/>
    <w:pPr>
      <w:jc w:val="center"/>
    </w:pPr>
    <w:rPr>
      <w:spacing w:val="210"/>
      <w:kern w:val="0"/>
      <w:sz w:val="36"/>
      <w:szCs w:val="36"/>
      <w:fitText w:val="5040" w:id="-324872448"/>
    </w:rPr>
  </w:style>
  <w:style w:type="paragraph" w:customStyle="1" w:styleId="aa">
    <w:name w:val="タイトル１"/>
    <w:basedOn w:val="a"/>
    <w:rsid w:val="00120F05"/>
    <w:pPr>
      <w:jc w:val="center"/>
    </w:pPr>
    <w:rPr>
      <w:spacing w:val="210"/>
      <w:kern w:val="0"/>
      <w:sz w:val="36"/>
      <w:szCs w:val="36"/>
      <w:fitText w:val="5040" w:id="-324872448"/>
    </w:rPr>
  </w:style>
  <w:style w:type="paragraph" w:customStyle="1" w:styleId="3">
    <w:name w:val="スタイル3"/>
    <w:basedOn w:val="a"/>
    <w:rsid w:val="00120F05"/>
    <w:pPr>
      <w:jc w:val="center"/>
    </w:pPr>
    <w:rPr>
      <w:spacing w:val="210"/>
      <w:kern w:val="0"/>
      <w:sz w:val="36"/>
      <w:szCs w:val="36"/>
      <w:fitText w:val="5040" w:id="-324872448"/>
    </w:rPr>
  </w:style>
  <w:style w:type="paragraph" w:customStyle="1" w:styleId="4">
    <w:name w:val="スタイル4"/>
    <w:basedOn w:val="a"/>
    <w:rsid w:val="00187102"/>
    <w:rPr>
      <w:sz w:val="28"/>
      <w:szCs w:val="28"/>
    </w:rPr>
  </w:style>
  <w:style w:type="paragraph" w:customStyle="1" w:styleId="5">
    <w:name w:val="スタイル5"/>
    <w:basedOn w:val="a"/>
    <w:rsid w:val="00187102"/>
  </w:style>
  <w:style w:type="paragraph" w:customStyle="1" w:styleId="6">
    <w:name w:val="スタイル6"/>
    <w:basedOn w:val="a"/>
    <w:rsid w:val="001C4F61"/>
    <w:pPr>
      <w:framePr w:hSpace="142" w:wrap="around" w:vAnchor="text" w:hAnchor="margin" w:y="459"/>
      <w:suppressOverlap/>
    </w:pPr>
    <w:rPr>
      <w:spacing w:val="-20"/>
      <w:sz w:val="20"/>
      <w:szCs w:val="20"/>
    </w:rPr>
  </w:style>
  <w:style w:type="paragraph" w:customStyle="1" w:styleId="7">
    <w:name w:val="スタイル7"/>
    <w:basedOn w:val="a"/>
    <w:rsid w:val="00D37DDD"/>
    <w:pPr>
      <w:spacing w:line="320" w:lineRule="exact"/>
    </w:pPr>
    <w:rPr>
      <w:sz w:val="20"/>
      <w:szCs w:val="20"/>
    </w:rPr>
  </w:style>
  <w:style w:type="paragraph" w:customStyle="1" w:styleId="8">
    <w:name w:val="スタイル8"/>
    <w:basedOn w:val="a"/>
    <w:link w:val="8Char"/>
    <w:rsid w:val="000B4FF2"/>
    <w:pPr>
      <w:jc w:val="center"/>
    </w:pPr>
    <w:rPr>
      <w:spacing w:val="20"/>
      <w:w w:val="200"/>
      <w:sz w:val="16"/>
      <w:szCs w:val="16"/>
    </w:rPr>
  </w:style>
  <w:style w:type="table" w:styleId="ab">
    <w:name w:val="Table Grid"/>
    <w:basedOn w:val="a1"/>
    <w:rsid w:val="008955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スタイル9"/>
    <w:basedOn w:val="a"/>
    <w:rsid w:val="00635721"/>
    <w:rPr>
      <w:sz w:val="18"/>
      <w:szCs w:val="18"/>
    </w:rPr>
  </w:style>
  <w:style w:type="paragraph" w:customStyle="1" w:styleId="10">
    <w:name w:val="スタイル10"/>
    <w:basedOn w:val="a"/>
    <w:rsid w:val="00635721"/>
    <w:pPr>
      <w:spacing w:line="280" w:lineRule="exact"/>
    </w:pPr>
    <w:rPr>
      <w:sz w:val="18"/>
      <w:szCs w:val="18"/>
    </w:rPr>
  </w:style>
  <w:style w:type="paragraph" w:styleId="ac">
    <w:name w:val="Document Map"/>
    <w:basedOn w:val="a"/>
    <w:semiHidden/>
    <w:rsid w:val="003A1C2D"/>
    <w:pPr>
      <w:shd w:val="clear" w:color="auto" w:fill="000080"/>
    </w:pPr>
    <w:rPr>
      <w:rFonts w:ascii="Arial" w:eastAsia="ＭＳ ゴシック" w:hAnsi="Arial"/>
    </w:rPr>
  </w:style>
  <w:style w:type="paragraph" w:customStyle="1" w:styleId="11">
    <w:name w:val="スタイル11"/>
    <w:basedOn w:val="10"/>
    <w:rsid w:val="00AD2B7D"/>
    <w:pPr>
      <w:spacing w:line="380" w:lineRule="exact"/>
    </w:pPr>
    <w:rPr>
      <w:sz w:val="21"/>
      <w:szCs w:val="21"/>
    </w:rPr>
  </w:style>
  <w:style w:type="character" w:customStyle="1" w:styleId="8Char">
    <w:name w:val="スタイル8 Char"/>
    <w:link w:val="8"/>
    <w:rsid w:val="00B22F7A"/>
    <w:rPr>
      <w:rFonts w:ascii="Century" w:eastAsia="ＭＳ 明朝" w:hAnsi="Century"/>
      <w:spacing w:val="20"/>
      <w:w w:val="200"/>
      <w:kern w:val="2"/>
      <w:sz w:val="16"/>
      <w:szCs w:val="16"/>
      <w:lang w:val="en-US" w:eastAsia="ja-JP" w:bidi="ar-SA"/>
    </w:rPr>
  </w:style>
  <w:style w:type="character" w:customStyle="1" w:styleId="a9">
    <w:name w:val="本文 (文字)"/>
    <w:link w:val="a8"/>
    <w:rsid w:val="00E06501"/>
    <w:rPr>
      <w:kern w:val="2"/>
      <w:sz w:val="18"/>
      <w:szCs w:val="24"/>
    </w:rPr>
  </w:style>
  <w:style w:type="paragraph" w:styleId="ad">
    <w:name w:val="Date"/>
    <w:basedOn w:val="a"/>
    <w:next w:val="a"/>
    <w:rsid w:val="00DA7004"/>
  </w:style>
  <w:style w:type="character" w:styleId="ae">
    <w:name w:val="Hyperlink"/>
    <w:rsid w:val="00ED00E7"/>
    <w:rPr>
      <w:color w:val="0000FF"/>
      <w:u w:val="single"/>
    </w:rPr>
  </w:style>
  <w:style w:type="paragraph" w:styleId="af">
    <w:name w:val="Balloon Text"/>
    <w:basedOn w:val="a"/>
    <w:link w:val="af0"/>
    <w:uiPriority w:val="99"/>
    <w:semiHidden/>
    <w:unhideWhenUsed/>
    <w:rsid w:val="00B7641D"/>
    <w:rPr>
      <w:rFonts w:ascii="Arial" w:eastAsia="ＭＳ ゴシック" w:hAnsi="Arial"/>
      <w:sz w:val="18"/>
      <w:szCs w:val="18"/>
    </w:rPr>
  </w:style>
  <w:style w:type="character" w:customStyle="1" w:styleId="af0">
    <w:name w:val="吹き出し (文字)"/>
    <w:link w:val="af"/>
    <w:uiPriority w:val="99"/>
    <w:semiHidden/>
    <w:rsid w:val="00B7641D"/>
    <w:rPr>
      <w:rFonts w:ascii="Arial" w:eastAsia="ＭＳ ゴシック" w:hAnsi="Arial" w:cs="Times New Roman"/>
      <w:kern w:val="2"/>
      <w:sz w:val="18"/>
      <w:szCs w:val="18"/>
    </w:rPr>
  </w:style>
  <w:style w:type="character" w:styleId="af1">
    <w:name w:val="FollowedHyperlink"/>
    <w:uiPriority w:val="99"/>
    <w:semiHidden/>
    <w:unhideWhenUsed/>
    <w:rsid w:val="00BC69B7"/>
    <w:rPr>
      <w:color w:val="800080"/>
      <w:u w:val="single"/>
    </w:rPr>
  </w:style>
  <w:style w:type="paragraph" w:customStyle="1" w:styleId="Default">
    <w:name w:val="Default"/>
    <w:rsid w:val="00947F3B"/>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FCB9B-84BB-4466-A6BE-74BE7BA9C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0</TotalTime>
  <Pages>3</Pages>
  <Words>334</Words>
  <Characters>1905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例　＜表紙＞１６年４月〔新規・変更許可記載例用〕</vt:lpstr>
      <vt:lpstr>例　＜表紙＞１６年４月〔新規・変更許可記載例用〕</vt:lpstr>
    </vt:vector>
  </TitlesOfParts>
  <Company>兵庫県</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例　＜表紙＞１６年４月〔新規・変更許可記載例用〕</dc:title>
  <dc:subject/>
  <dc:creator>兵庫県</dc:creator>
  <cp:keywords/>
  <cp:lastModifiedBy>Windows ユーザー</cp:lastModifiedBy>
  <cp:revision>2</cp:revision>
  <cp:lastPrinted>2017-09-08T07:13:00Z</cp:lastPrinted>
  <dcterms:created xsi:type="dcterms:W3CDTF">2022-12-22T04:58:00Z</dcterms:created>
  <dcterms:modified xsi:type="dcterms:W3CDTF">2022-12-22T04:58:00Z</dcterms:modified>
</cp:coreProperties>
</file>